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2BC3A" w14:textId="2B70DB86" w:rsidR="00CF6937" w:rsidRPr="001A40E2" w:rsidRDefault="003A61FA" w:rsidP="00CF6937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PVC</w:t>
      </w:r>
    </w:p>
    <w:p w14:paraId="174684C7" w14:textId="5C982DF7" w:rsidR="00CF6937" w:rsidRDefault="003A61FA" w:rsidP="00CF6937">
      <w:pPr>
        <w:spacing w:after="180"/>
      </w:pPr>
      <w:r>
        <w:t>Polyvinyl chloride (PVC) is a polymer.</w:t>
      </w:r>
    </w:p>
    <w:p w14:paraId="552840D5" w14:textId="44AE8CEE" w:rsidR="003A61FA" w:rsidRDefault="003A61FA" w:rsidP="00CF6937">
      <w:pPr>
        <w:spacing w:after="180"/>
      </w:pPr>
      <w:r>
        <w:t>PVC can be made so that is rigid or flexible.</w:t>
      </w:r>
    </w:p>
    <w:p w14:paraId="749313B5" w14:textId="67D703A3" w:rsidR="003A61FA" w:rsidRDefault="008B0F75" w:rsidP="00CF6937">
      <w:pPr>
        <w:spacing w:after="180"/>
      </w:pPr>
      <w:r w:rsidRPr="003A61FA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C335180" wp14:editId="1352A553">
                <wp:simplePos x="0" y="0"/>
                <wp:positionH relativeFrom="margin">
                  <wp:posOffset>-59690</wp:posOffset>
                </wp:positionH>
                <wp:positionV relativeFrom="paragraph">
                  <wp:posOffset>372745</wp:posOffset>
                </wp:positionV>
                <wp:extent cx="5591175" cy="2409825"/>
                <wp:effectExtent l="0" t="0" r="9525" b="0"/>
                <wp:wrapSquare wrapText="bothSides"/>
                <wp:docPr id="2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1175" cy="2409825"/>
                          <a:chOff x="0" y="0"/>
                          <a:chExt cx="7634227" cy="3729028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183629"/>
                            <a:ext cx="3765243" cy="3545399"/>
                            <a:chOff x="0" y="183629"/>
                            <a:chExt cx="3765243" cy="3545399"/>
                          </a:xfrm>
                        </wpg:grpSpPr>
                        <wps:wsp>
                          <wps:cNvPr id="7" name="TextBox 1"/>
                          <wps:cNvSpPr txBox="1"/>
                          <wps:spPr>
                            <a:xfrm>
                              <a:off x="1132363" y="2861319"/>
                              <a:ext cx="2286000" cy="86770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0444C9C" w14:textId="01CDAB35" w:rsidR="003A61FA" w:rsidRPr="008B0F75" w:rsidRDefault="003A61FA" w:rsidP="003A61FA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8B0F75">
                                  <w:rPr>
                                    <w:b/>
                                    <w:bCs/>
                                  </w:rPr>
                                  <w:t>Rigid PVC</w:t>
                                </w:r>
                              </w:p>
                              <w:p w14:paraId="4A2DC41B" w14:textId="523EBC2F" w:rsidR="008B0F75" w:rsidRPr="008B0F75" w:rsidRDefault="008B0F75" w:rsidP="003A61FA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8B0F75">
                                  <w:rPr>
                                    <w:b/>
                                    <w:bCs/>
                                  </w:rPr>
                                  <w:t>No plasticiser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1510" y="183629"/>
                              <a:ext cx="1676460" cy="125734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89032" y="1595646"/>
                              <a:ext cx="1564640" cy="11734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4384" y="268383"/>
                              <a:ext cx="1580859" cy="118564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-206943" y="1816331"/>
                              <a:ext cx="1655545" cy="1241659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4575485" y="0"/>
                            <a:ext cx="3058742" cy="3507939"/>
                            <a:chOff x="4575485" y="0"/>
                            <a:chExt cx="3058742" cy="3507939"/>
                          </a:xfrm>
                        </wpg:grpSpPr>
                        <wps:wsp>
                          <wps:cNvPr id="14" name="Rectangle 14"/>
                          <wps:cNvSpPr/>
                          <wps:spPr>
                            <a:xfrm>
                              <a:off x="5001551" y="2860874"/>
                              <a:ext cx="2186940" cy="64706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121C6A5" w14:textId="5B1A474E" w:rsidR="003A61FA" w:rsidRPr="008B0F75" w:rsidRDefault="008B0F75" w:rsidP="003A61FA">
                                <w:pPr>
                                  <w:jc w:val="center"/>
                                  <w:rPr>
                                    <w:rFonts w:ascii="Verdana" w:eastAsia="Verdana" w:hAnsi="Verdana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8B0F75">
                                  <w:rPr>
                                    <w:rFonts w:ascii="Verdana" w:eastAsia="Verdana" w:hAnsi="Verdana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Flexible PVC</w:t>
                                </w:r>
                              </w:p>
                              <w:p w14:paraId="1A2E66F0" w14:textId="26FF57CB" w:rsidR="008B0F75" w:rsidRPr="008B0F75" w:rsidRDefault="008B0F75" w:rsidP="003A61FA">
                                <w:pPr>
                                  <w:jc w:val="center"/>
                                  <w:rPr>
                                    <w:rFonts w:ascii="Verdana" w:eastAsia="Verdana" w:hAnsi="Verdana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8B0F75">
                                  <w:rPr>
                                    <w:rFonts w:ascii="Verdana" w:eastAsia="Verdana" w:hAnsi="Verdana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With plasticiser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5975322" y="1098192"/>
                              <a:ext cx="1895892" cy="142191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4728905" y="190999"/>
                              <a:ext cx="1527988" cy="1145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75485" y="1651319"/>
                              <a:ext cx="1490409" cy="111780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335180" id="Group 15" o:spid="_x0000_s1026" style="position:absolute;margin-left:-4.7pt;margin-top:29.35pt;width:440.25pt;height:189.75pt;z-index:251666432;mso-position-horizontal-relative:margin;mso-width-relative:margin;mso-height-relative:margin" coordsize="76342,372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">
                <v:group id="Group 6" o:spid="_x0000_s1027" style="position:absolute;top:1836;width:37652;height:35454" coordorigin=",1836" coordsize="37652,3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8" type="#_x0000_t202" style="position:absolute;left:11323;top:28613;width:22860;height:8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70444C9C" w14:textId="01CDAB35" w:rsidR="003A61FA" w:rsidRPr="008B0F75" w:rsidRDefault="003A61FA" w:rsidP="003A61FA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8B0F75">
                            <w:rPr>
                              <w:b/>
                              <w:bCs/>
                            </w:rPr>
                            <w:t>Rigid PVC</w:t>
                          </w:r>
                        </w:p>
                        <w:p w14:paraId="4A2DC41B" w14:textId="523EBC2F" w:rsidR="008B0F75" w:rsidRPr="008B0F75" w:rsidRDefault="008B0F75" w:rsidP="003A61FA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8B0F75">
                            <w:rPr>
                              <w:b/>
                              <w:bCs/>
                            </w:rPr>
                            <w:t>No plasticiser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9" type="#_x0000_t75" style="position:absolute;left:3615;top:1836;width:16764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">
                    <v:imagedata r:id="rId14" o:title=""/>
                  </v:shape>
                  <v:shape id="Picture 10" o:spid="_x0000_s1030" type="#_x0000_t75" style="position:absolute;left:13890;top:15956;width:15646;height:11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">
                    <v:imagedata r:id="rId15" o:title=""/>
                  </v:shape>
                  <v:shape id="Picture 11" o:spid="_x0000_s1031" type="#_x0000_t75" style="position:absolute;left:21843;top:2683;width:15809;height:11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">
                    <v:imagedata r:id="rId16" o:title=""/>
                  </v:shape>
                  <v:shape id="Picture 12" o:spid="_x0000_s1032" type="#_x0000_t75" style="position:absolute;left:-2070;top:18163;width:16556;height:1241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">
                    <v:imagedata r:id="rId17" o:title=""/>
                  </v:shape>
                </v:group>
                <v:group id="Group 13" o:spid="_x0000_s1033" style="position:absolute;left:45754;width:30588;height:35079" coordorigin="45754" coordsize="30587,35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14" o:spid="_x0000_s1034" style="position:absolute;left:50015;top:28608;width:21869;height:6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EcwgAAANsAAAAPAAAAZHJzL2Rvd25yZXYueG1sRE9Na8JA&#10;EL0L/odlhF5ENy0i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BwN/EcwgAAANsAAAAPAAAA&#10;AAAAAAAAAAAAAAcCAABkcnMvZG93bnJldi54bWxQSwUGAAAAAAMAAwC3AAAA9gIAAAAA&#10;" filled="f" stroked="f">
                    <v:textbox>
                      <w:txbxContent>
                        <w:p w14:paraId="6121C6A5" w14:textId="5B1A474E" w:rsidR="003A61FA" w:rsidRPr="008B0F75" w:rsidRDefault="008B0F75" w:rsidP="003A61FA">
                          <w:pPr>
                            <w:jc w:val="center"/>
                            <w:rPr>
                              <w:rFonts w:ascii="Verdana" w:eastAsia="Verdana" w:hAnsi="Verdana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</w:pPr>
                          <w:r w:rsidRPr="008B0F75">
                            <w:rPr>
                              <w:rFonts w:ascii="Verdana" w:eastAsia="Verdana" w:hAnsi="Verdana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Flexible PVC</w:t>
                          </w:r>
                        </w:p>
                        <w:p w14:paraId="1A2E66F0" w14:textId="26FF57CB" w:rsidR="008B0F75" w:rsidRPr="008B0F75" w:rsidRDefault="008B0F75" w:rsidP="003A61FA">
                          <w:pPr>
                            <w:jc w:val="center"/>
                            <w:rPr>
                              <w:rFonts w:ascii="Verdana" w:eastAsia="Verdana" w:hAnsi="Verdana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</w:pPr>
                          <w:r w:rsidRPr="008B0F75">
                            <w:rPr>
                              <w:rFonts w:ascii="Verdana" w:eastAsia="Verdana" w:hAnsi="Verdana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With plasticiser</w:t>
                          </w:r>
                        </w:p>
                      </w:txbxContent>
                    </v:textbox>
                  </v:rect>
                  <v:shape id="Picture 15" o:spid="_x0000_s1035" type="#_x0000_t75" style="position:absolute;left:59754;top:10981;width:18958;height:1421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">
                    <v:imagedata r:id="rId18" o:title=""/>
                  </v:shape>
                  <v:shape id="Picture 16" o:spid="_x0000_s1036" type="#_x0000_t75" style="position:absolute;left:47289;top:1910;width:15279;height:1145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">
                    <v:imagedata r:id="rId19" o:title=""/>
                  </v:shape>
                  <v:shape id="Picture 17" o:spid="_x0000_s1037" type="#_x0000_t75" style="position:absolute;left:45754;top:16513;width:14904;height:11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">
                    <v:imagedata r:id="rId20" o:title=""/>
                  </v:shape>
                </v:group>
                <w10:wrap type="square" anchorx="margin"/>
              </v:group>
            </w:pict>
          </mc:Fallback>
        </mc:AlternateContent>
      </w:r>
      <w:r w:rsidR="003A61FA">
        <w:t>Flexible PVC is the same as rigid PVC but has plasticiser added.</w:t>
      </w:r>
    </w:p>
    <w:p w14:paraId="2A84EA25" w14:textId="634EF9EE" w:rsidR="008B0F75" w:rsidRDefault="008B0F75" w:rsidP="00E17F13">
      <w:pPr>
        <w:spacing w:after="180"/>
      </w:pPr>
    </w:p>
    <w:p w14:paraId="1E232A19" w14:textId="0257EE57" w:rsidR="00E17F13" w:rsidRDefault="00E17F13" w:rsidP="00E17F13">
      <w:pPr>
        <w:spacing w:after="180"/>
      </w:pPr>
      <w:r w:rsidRPr="00F72719">
        <w:t xml:space="preserve">Some students are </w:t>
      </w:r>
      <w:r w:rsidR="008B0F75">
        <w:t>talking about why adding plasticiser makes PVC flexible.</w:t>
      </w:r>
    </w:p>
    <w:p w14:paraId="025F3A0E" w14:textId="16FA4520" w:rsidR="008B0F75" w:rsidRDefault="008B0F75" w:rsidP="00E17F13">
      <w:pPr>
        <w:spacing w:after="180"/>
      </w:pPr>
      <w:r>
        <w:t>Who do you agree and disagree with, and why?</w:t>
      </w:r>
    </w:p>
    <w:p w14:paraId="4612CCAF" w14:textId="03AD0C7F" w:rsidR="00201AC2" w:rsidRDefault="00007C2E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B0C980" wp14:editId="19B12ADB">
                <wp:simplePos x="0" y="0"/>
                <wp:positionH relativeFrom="column">
                  <wp:posOffset>3200400</wp:posOffset>
                </wp:positionH>
                <wp:positionV relativeFrom="paragraph">
                  <wp:posOffset>186056</wp:posOffset>
                </wp:positionV>
                <wp:extent cx="2933700" cy="1295400"/>
                <wp:effectExtent l="0" t="0" r="19050" b="190500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95400"/>
                        </a:xfrm>
                        <a:prstGeom prst="wedgeRoundRectCallout">
                          <a:avLst>
                            <a:gd name="adj1" fmla="val -44436"/>
                            <a:gd name="adj2" fmla="val 63095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842F8" w14:textId="6E677755" w:rsidR="00E17F13" w:rsidRPr="00F72719" w:rsidRDefault="008B0F7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B0F7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Bailey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Plasticiser gets in between the long molecules and helps them</w:t>
                            </w:r>
                            <w:r w:rsidR="00007C2E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to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slide over each other.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0C98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38" type="#_x0000_t62" style="position:absolute;margin-left:252pt;margin-top:14.65pt;width:231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" adj="1202,24429" fillcolor="#fafaea" strokecolor="#0f243e [1615]" strokeweight="1pt">
                <v:textbox>
                  <w:txbxContent>
                    <w:p w14:paraId="041842F8" w14:textId="6E677755" w:rsidR="00E17F13" w:rsidRPr="00F72719" w:rsidRDefault="008B0F7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B0F7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Bailey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Plasticiser gets in between the long molecules and helps them</w:t>
                      </w:r>
                      <w:r w:rsidR="00007C2E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to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slide over each other.</w:t>
                      </w:r>
                    </w:p>
                  </w:txbxContent>
                </v:textbox>
              </v:shape>
            </w:pict>
          </mc:Fallback>
        </mc:AlternateContent>
      </w:r>
      <w:r w:rsidR="00E17F13"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90E27" wp14:editId="56AD65C4">
                <wp:simplePos x="0" y="0"/>
                <wp:positionH relativeFrom="column">
                  <wp:posOffset>428625</wp:posOffset>
                </wp:positionH>
                <wp:positionV relativeFrom="paragraph">
                  <wp:posOffset>290830</wp:posOffset>
                </wp:positionV>
                <wp:extent cx="2348865" cy="971550"/>
                <wp:effectExtent l="0" t="0" r="13335" b="285750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865" cy="971550"/>
                        </a:xfrm>
                        <a:prstGeom prst="wedgeRoundRectCallout">
                          <a:avLst>
                            <a:gd name="adj1" fmla="val 30179"/>
                            <a:gd name="adj2" fmla="val 7631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8701A" w14:textId="2500788A" w:rsidR="00E17F13" w:rsidRPr="00F72719" w:rsidRDefault="008B0F7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B0F7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Aiden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Plasticiser reacts with the PVC to make a new substance.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90E27" id="_x0000_s1039" type="#_x0000_t62" style="position:absolute;margin-left:33.75pt;margin-top:22.9pt;width:184.9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" adj="17319,27283" fillcolor="#fafaea" strokecolor="#0f243e [1615]" strokeweight="1pt">
                <v:textbox>
                  <w:txbxContent>
                    <w:p w14:paraId="01E8701A" w14:textId="2500788A" w:rsidR="00E17F13" w:rsidRPr="00F72719" w:rsidRDefault="008B0F7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B0F7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Aiden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Plasticiser reacts with the PVC to make a new substance.</w:t>
                      </w:r>
                    </w:p>
                  </w:txbxContent>
                </v:textbox>
              </v:shape>
            </w:pict>
          </mc:Fallback>
        </mc:AlternateContent>
      </w:r>
    </w:p>
    <w:p w14:paraId="5A4339FA" w14:textId="2A40669B" w:rsidR="00E17F13" w:rsidRDefault="00E17F13" w:rsidP="006F3279">
      <w:pPr>
        <w:spacing w:after="240"/>
        <w:rPr>
          <w:szCs w:val="18"/>
        </w:rPr>
      </w:pPr>
    </w:p>
    <w:p w14:paraId="601414F1" w14:textId="77777777" w:rsidR="00E17F13" w:rsidRDefault="00E17F13" w:rsidP="006F3279">
      <w:pPr>
        <w:spacing w:after="240"/>
        <w:rPr>
          <w:szCs w:val="18"/>
        </w:rPr>
      </w:pPr>
    </w:p>
    <w:p w14:paraId="7D745BAE" w14:textId="4E5328C2" w:rsidR="00E17F13" w:rsidRDefault="00E17F13" w:rsidP="006F3279">
      <w:pPr>
        <w:spacing w:after="240"/>
        <w:rPr>
          <w:szCs w:val="18"/>
        </w:rPr>
      </w:pPr>
    </w:p>
    <w:p w14:paraId="73EE2542" w14:textId="674F6F71" w:rsidR="00E17F13" w:rsidRDefault="008B0F75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F2D1FE" wp14:editId="063108D3">
                <wp:simplePos x="0" y="0"/>
                <wp:positionH relativeFrom="column">
                  <wp:posOffset>-219075</wp:posOffset>
                </wp:positionH>
                <wp:positionV relativeFrom="paragraph">
                  <wp:posOffset>85089</wp:posOffset>
                </wp:positionV>
                <wp:extent cx="2057400" cy="1323975"/>
                <wp:effectExtent l="0" t="0" r="533400" b="28575"/>
                <wp:wrapNone/>
                <wp:docPr id="35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23975"/>
                        </a:xfrm>
                        <a:prstGeom prst="wedgeRoundRectCallout">
                          <a:avLst>
                            <a:gd name="adj1" fmla="val 74434"/>
                            <a:gd name="adj2" fmla="val 222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8A7AB" w14:textId="0A0EB96D" w:rsidR="00E17F13" w:rsidRPr="00F72719" w:rsidRDefault="008B0F7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B0F7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Elliot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Plasticiser breaks up PVC molecules, so they are shorter.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2D1FE" id="_x0000_s1040" type="#_x0000_t62" style="position:absolute;margin-left:-17.25pt;margin-top:6.7pt;width:162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" adj="26878,11280" fillcolor="#fafaea" strokecolor="#0f243e [1615]" strokeweight="1pt">
                <v:textbox>
                  <w:txbxContent>
                    <w:p w14:paraId="7758A7AB" w14:textId="0A0EB96D" w:rsidR="00E17F13" w:rsidRPr="00F72719" w:rsidRDefault="008B0F7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B0F7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Elliot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Plasticiser breaks up PVC molecules, so they are shorter.</w:t>
                      </w:r>
                    </w:p>
                  </w:txbxContent>
                </v:textbox>
              </v:shape>
            </w:pict>
          </mc:Fallback>
        </mc:AlternateContent>
      </w:r>
      <w:r w:rsidR="00E17F13" w:rsidRPr="00E17F13"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612ED9" wp14:editId="7AECC0F5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82C485" id="Group 7" o:spid="_x0000_s1026" style="position:absolute;margin-left:190.6pt;margin-top:16.05pt;width:94.5pt;height:60.75pt;z-index:25166438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12184958" w14:textId="77777777" w:rsidR="00E17F13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2D137" wp14:editId="0FA6B8DD">
                <wp:simplePos x="0" y="0"/>
                <wp:positionH relativeFrom="column">
                  <wp:posOffset>4343400</wp:posOffset>
                </wp:positionH>
                <wp:positionV relativeFrom="paragraph">
                  <wp:posOffset>142875</wp:posOffset>
                </wp:positionV>
                <wp:extent cx="1958340" cy="1657350"/>
                <wp:effectExtent l="666750" t="0" r="22860" b="19050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657350"/>
                        </a:xfrm>
                        <a:prstGeom prst="wedgeRoundRectCallout">
                          <a:avLst>
                            <a:gd name="adj1" fmla="val -83756"/>
                            <a:gd name="adj2" fmla="val -32223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C396BA" w14:textId="39E84304" w:rsidR="00E17F13" w:rsidRPr="00F72719" w:rsidRDefault="008B0F7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B0F7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Chloe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Rigid PVC is a polymer that has very long molecules that are fixed in place.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D137" id="_x0000_s1041" type="#_x0000_t62" style="position:absolute;margin-left:342pt;margin-top:11.25pt;width:154.2pt;height:1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" adj="-7291,3840" fillcolor="#fafaea" strokecolor="#0f243e [1615]" strokeweight="1pt">
                <v:textbox>
                  <w:txbxContent>
                    <w:p w14:paraId="53C396BA" w14:textId="39E84304" w:rsidR="00E17F13" w:rsidRPr="00F72719" w:rsidRDefault="008B0F7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B0F7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Chloe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Rigid PVC is a polymer that has very long molecules that are fixed in place.</w:t>
                      </w:r>
                    </w:p>
                  </w:txbxContent>
                </v:textbox>
              </v:shape>
            </w:pict>
          </mc:Fallback>
        </mc:AlternateContent>
      </w:r>
    </w:p>
    <w:p w14:paraId="48C26BE4" w14:textId="77777777" w:rsidR="00E17F13" w:rsidRDefault="00E17F13" w:rsidP="006F3279">
      <w:pPr>
        <w:spacing w:after="240"/>
        <w:rPr>
          <w:szCs w:val="18"/>
        </w:rPr>
      </w:pPr>
    </w:p>
    <w:p w14:paraId="65B1E923" w14:textId="77777777" w:rsidR="00E17F13" w:rsidRDefault="00E17F13" w:rsidP="006F3279">
      <w:pPr>
        <w:spacing w:after="240"/>
        <w:rPr>
          <w:szCs w:val="18"/>
        </w:rPr>
      </w:pPr>
    </w:p>
    <w:p w14:paraId="7549BF59" w14:textId="77777777" w:rsidR="00E17F13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308AE" wp14:editId="23953A65">
                <wp:simplePos x="0" y="0"/>
                <wp:positionH relativeFrom="column">
                  <wp:posOffset>342900</wp:posOffset>
                </wp:positionH>
                <wp:positionV relativeFrom="paragraph">
                  <wp:posOffset>250825</wp:posOffset>
                </wp:positionV>
                <wp:extent cx="3815715" cy="1076325"/>
                <wp:effectExtent l="0" t="514350" r="13335" b="28575"/>
                <wp:wrapNone/>
                <wp:docPr id="28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5715" cy="1076325"/>
                        </a:xfrm>
                        <a:prstGeom prst="wedgeRoundRectCallout">
                          <a:avLst>
                            <a:gd name="adj1" fmla="val 14871"/>
                            <a:gd name="adj2" fmla="val -95709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DED67" w14:textId="1FA3121F" w:rsidR="00E17F13" w:rsidRPr="00F72719" w:rsidRDefault="008B0F7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B0F7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Demi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8B0F7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Plasticiser pushes the long molecules apart so the forces holding them together are not as strong.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08AE" id="_x0000_s1042" type="#_x0000_t62" style="position:absolute;margin-left:27pt;margin-top:19.75pt;width:300.45pt;height:8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" adj="14012,-9873" fillcolor="#fafaea" strokecolor="#0f243e [1615]" strokeweight="1pt">
                <v:textbox>
                  <w:txbxContent>
                    <w:p w14:paraId="1B0DED67" w14:textId="1FA3121F" w:rsidR="00E17F13" w:rsidRPr="00F72719" w:rsidRDefault="008B0F7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B0F7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Demi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8B0F7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Plasticiser pushes the long molecules apart so the forces holding them together are not as strong.</w:t>
                      </w:r>
                    </w:p>
                  </w:txbxContent>
                </v:textbox>
              </v:shape>
            </w:pict>
          </mc:Fallback>
        </mc:AlternateContent>
      </w:r>
    </w:p>
    <w:p w14:paraId="293EBF28" w14:textId="77777777" w:rsidR="00E17F13" w:rsidRDefault="00E17F13" w:rsidP="006F3279">
      <w:pPr>
        <w:spacing w:after="240"/>
        <w:rPr>
          <w:szCs w:val="18"/>
        </w:rPr>
      </w:pPr>
    </w:p>
    <w:p w14:paraId="673824E4" w14:textId="77777777" w:rsidR="00E17F13" w:rsidRDefault="00E17F13" w:rsidP="006F3279">
      <w:pPr>
        <w:spacing w:after="240"/>
        <w:rPr>
          <w:szCs w:val="18"/>
        </w:rPr>
      </w:pPr>
    </w:p>
    <w:p w14:paraId="35205620" w14:textId="10A00E8D" w:rsidR="00E17F13" w:rsidRDefault="00E17F13" w:rsidP="006F3279">
      <w:pPr>
        <w:spacing w:after="240"/>
        <w:rPr>
          <w:szCs w:val="18"/>
        </w:rPr>
      </w:pPr>
    </w:p>
    <w:p w14:paraId="675B0393" w14:textId="29A4FBC4" w:rsidR="00007C2E" w:rsidRDefault="00007C2E" w:rsidP="006F3279">
      <w:pPr>
        <w:spacing w:after="240"/>
        <w:rPr>
          <w:szCs w:val="18"/>
        </w:rPr>
      </w:pPr>
    </w:p>
    <w:p w14:paraId="395B4E1E" w14:textId="7ED0AC69" w:rsidR="00007C2E" w:rsidRDefault="00007C2E" w:rsidP="006F3279">
      <w:pPr>
        <w:spacing w:after="240"/>
        <w:rPr>
          <w:szCs w:val="18"/>
        </w:rPr>
      </w:pPr>
    </w:p>
    <w:p w14:paraId="26733E58" w14:textId="77777777" w:rsidR="00007C2E" w:rsidRDefault="00007C2E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17F13" w14:paraId="41572DCA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3494D501" w14:textId="77777777" w:rsidR="00E17F13" w:rsidRPr="001C71FB" w:rsidRDefault="00E17F13" w:rsidP="00677EDD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4CBC56DD" w14:textId="2A088CFA" w:rsidR="00E17F13" w:rsidRPr="001C71FB" w:rsidRDefault="008B0F75" w:rsidP="00677EDD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PVC</w:t>
            </w:r>
          </w:p>
        </w:tc>
        <w:tc>
          <w:tcPr>
            <w:tcW w:w="4508" w:type="dxa"/>
            <w:vAlign w:val="center"/>
          </w:tcPr>
          <w:p w14:paraId="705D2B68" w14:textId="3F4FB793" w:rsidR="00E17F13" w:rsidRPr="001C71FB" w:rsidRDefault="00007C2E" w:rsidP="00E17F1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Bailey</w:t>
            </w:r>
            <w:r w:rsidR="00E17F13"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gets in between the long molecules and helps them to slide over each other.</w:t>
            </w:r>
          </w:p>
        </w:tc>
      </w:tr>
      <w:tr w:rsidR="00E17F13" w14:paraId="6BA27AF2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488485B5" w14:textId="68653BAC" w:rsidR="00E17F13" w:rsidRPr="001C71FB" w:rsidRDefault="00007C2E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8B0F75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Aiden</w:t>
            </w:r>
            <w:r w:rsidRPr="008B0F75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8B0F75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 reacts with the PVC to make a new substance</w:t>
            </w:r>
          </w:p>
        </w:tc>
        <w:tc>
          <w:tcPr>
            <w:tcW w:w="4508" w:type="dxa"/>
            <w:vAlign w:val="center"/>
          </w:tcPr>
          <w:p w14:paraId="1F0A5D1A" w14:textId="028A9473" w:rsidR="00E17F13" w:rsidRPr="001C71FB" w:rsidRDefault="00007C2E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Chloe</w:t>
            </w:r>
            <w:r w:rsidR="00E17F13"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Rigid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PVC is a polymer that has very long molecules that are fixed in place.</w:t>
            </w:r>
          </w:p>
        </w:tc>
      </w:tr>
      <w:tr w:rsidR="00E17F13" w14:paraId="5FEE28EF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53538136" w14:textId="12445648" w:rsidR="00E17F13" w:rsidRPr="001C71FB" w:rsidRDefault="00007C2E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 xml:space="preserve">Elliot: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 breaks up PVC molecules, so they are shorter.</w:t>
            </w:r>
          </w:p>
        </w:tc>
        <w:tc>
          <w:tcPr>
            <w:tcW w:w="4508" w:type="dxa"/>
            <w:vAlign w:val="center"/>
          </w:tcPr>
          <w:p w14:paraId="4590D2A7" w14:textId="2FB6BDE7" w:rsidR="00E17F13" w:rsidRPr="001C71FB" w:rsidRDefault="00007C2E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Demi</w:t>
            </w:r>
            <w:r w:rsidR="00E17F13"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="00E17F13"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pushes the long molecules apart so the forces holding them together are not as strong.</w:t>
            </w:r>
          </w:p>
        </w:tc>
      </w:tr>
    </w:tbl>
    <w:p w14:paraId="4EA5319D" w14:textId="77777777" w:rsidR="00E17F13" w:rsidRDefault="00E17F13" w:rsidP="006F3279">
      <w:pPr>
        <w:spacing w:after="240"/>
        <w:rPr>
          <w:szCs w:val="18"/>
        </w:rPr>
      </w:pPr>
    </w:p>
    <w:p w14:paraId="326D373E" w14:textId="77777777" w:rsidR="00E17F13" w:rsidRDefault="00E17F13" w:rsidP="006F3279">
      <w:pPr>
        <w:spacing w:after="240"/>
        <w:rPr>
          <w:szCs w:val="18"/>
        </w:rPr>
      </w:pPr>
    </w:p>
    <w:p w14:paraId="22ED0BE2" w14:textId="77777777" w:rsidR="00E17F13" w:rsidRDefault="00E17F13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07C2E" w14:paraId="6CCCEAB7" w14:textId="77777777" w:rsidTr="00050931">
        <w:trPr>
          <w:trHeight w:val="1834"/>
        </w:trPr>
        <w:tc>
          <w:tcPr>
            <w:tcW w:w="4508" w:type="dxa"/>
            <w:vAlign w:val="center"/>
          </w:tcPr>
          <w:p w14:paraId="29B07FB2" w14:textId="77777777" w:rsidR="00007C2E" w:rsidRPr="001C71FB" w:rsidRDefault="00007C2E" w:rsidP="00050931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731FA66E" w14:textId="77777777" w:rsidR="00007C2E" w:rsidRPr="001C71FB" w:rsidRDefault="00007C2E" w:rsidP="00050931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PVC</w:t>
            </w:r>
          </w:p>
        </w:tc>
        <w:tc>
          <w:tcPr>
            <w:tcW w:w="4508" w:type="dxa"/>
            <w:vAlign w:val="center"/>
          </w:tcPr>
          <w:p w14:paraId="2040B0D7" w14:textId="77777777" w:rsidR="00007C2E" w:rsidRPr="001C71FB" w:rsidRDefault="00007C2E" w:rsidP="0005093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Bailey</w:t>
            </w:r>
            <w:r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gets in between the long molecules and helps them to slide over each other.</w:t>
            </w:r>
          </w:p>
        </w:tc>
      </w:tr>
      <w:tr w:rsidR="00007C2E" w14:paraId="13C03679" w14:textId="77777777" w:rsidTr="00050931">
        <w:trPr>
          <w:trHeight w:val="1834"/>
        </w:trPr>
        <w:tc>
          <w:tcPr>
            <w:tcW w:w="4508" w:type="dxa"/>
            <w:vAlign w:val="center"/>
          </w:tcPr>
          <w:p w14:paraId="0C555AAE" w14:textId="77777777" w:rsidR="00007C2E" w:rsidRPr="001C71FB" w:rsidRDefault="00007C2E" w:rsidP="0005093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8B0F75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Aiden</w:t>
            </w:r>
            <w:r w:rsidRPr="008B0F75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8B0F75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 reacts with the PVC to make a new substance</w:t>
            </w:r>
          </w:p>
        </w:tc>
        <w:tc>
          <w:tcPr>
            <w:tcW w:w="4508" w:type="dxa"/>
            <w:vAlign w:val="center"/>
          </w:tcPr>
          <w:p w14:paraId="418483C7" w14:textId="77777777" w:rsidR="00007C2E" w:rsidRPr="001C71FB" w:rsidRDefault="00007C2E" w:rsidP="0005093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Chloe</w:t>
            </w:r>
            <w:r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Rigid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PVC is a polymer that has very long molecules that are fixed in place.</w:t>
            </w:r>
          </w:p>
        </w:tc>
      </w:tr>
      <w:tr w:rsidR="00007C2E" w14:paraId="2D062900" w14:textId="77777777" w:rsidTr="00050931">
        <w:trPr>
          <w:trHeight w:val="1834"/>
        </w:trPr>
        <w:tc>
          <w:tcPr>
            <w:tcW w:w="4508" w:type="dxa"/>
            <w:vAlign w:val="center"/>
          </w:tcPr>
          <w:p w14:paraId="4FF676E1" w14:textId="77777777" w:rsidR="00007C2E" w:rsidRPr="001C71FB" w:rsidRDefault="00007C2E" w:rsidP="0005093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 xml:space="preserve">Elliot: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 breaks up PVC molecules, so they are shorter.</w:t>
            </w:r>
          </w:p>
        </w:tc>
        <w:tc>
          <w:tcPr>
            <w:tcW w:w="4508" w:type="dxa"/>
            <w:vAlign w:val="center"/>
          </w:tcPr>
          <w:p w14:paraId="3D3B750C" w14:textId="77777777" w:rsidR="00007C2E" w:rsidRPr="001C71FB" w:rsidRDefault="00007C2E" w:rsidP="00050931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07C2E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Demi</w:t>
            </w:r>
            <w:r w:rsidRPr="00007C2E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007C2E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007C2E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Plasticiser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pushes the long molecules apart so the forces holding them together are not as strong.</w:t>
            </w:r>
          </w:p>
        </w:tc>
      </w:tr>
    </w:tbl>
    <w:p w14:paraId="771DC219" w14:textId="77777777" w:rsidR="00E17F13" w:rsidRPr="00201AC2" w:rsidRDefault="00E17F13" w:rsidP="006F3279">
      <w:pPr>
        <w:spacing w:after="240"/>
        <w:rPr>
          <w:szCs w:val="18"/>
        </w:rPr>
        <w:sectPr w:rsidR="00E17F13" w:rsidRPr="00201AC2" w:rsidSect="00642ECD">
          <w:headerReference w:type="default" r:id="rId21"/>
          <w:footerReference w:type="default" r:id="rId2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829CA32" w14:textId="77777777" w:rsidR="00DA4B3D" w:rsidRPr="006F3279" w:rsidRDefault="00DA4B3D" w:rsidP="00DA4B3D">
      <w:pPr>
        <w:spacing w:after="240"/>
        <w:rPr>
          <w:i/>
          <w:sz w:val="18"/>
          <w:szCs w:val="18"/>
        </w:rPr>
      </w:pPr>
      <w:bookmarkStart w:id="0" w:name="_Hlk44064892"/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CMS: Materials science &gt; Topic CMS2: Designing materials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CMS2.1: Polymer properties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36012A4" w14:textId="77777777" w:rsidTr="00323334">
        <w:tc>
          <w:tcPr>
            <w:tcW w:w="12021" w:type="dxa"/>
            <w:shd w:val="clear" w:color="auto" w:fill="FABF8F" w:themeFill="accent6" w:themeFillTint="99"/>
          </w:tcPr>
          <w:bookmarkEnd w:id="0"/>
          <w:p w14:paraId="2704EF61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11E204C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17B7CC1D" w14:textId="6A19CE67" w:rsidR="006F3279" w:rsidRPr="00CA4B46" w:rsidRDefault="00DA4B3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PVC</w:t>
            </w:r>
          </w:p>
        </w:tc>
      </w:tr>
    </w:tbl>
    <w:p w14:paraId="7BC9BA14" w14:textId="77777777" w:rsidR="006F3279" w:rsidRDefault="006F3279" w:rsidP="00E172C6">
      <w:pPr>
        <w:spacing w:after="180"/>
        <w:rPr>
          <w:b/>
        </w:rPr>
      </w:pPr>
    </w:p>
    <w:p w14:paraId="04F4937F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35E9FB95" w14:textId="77777777" w:rsidTr="003F16F9">
        <w:trPr>
          <w:trHeight w:val="340"/>
        </w:trPr>
        <w:tc>
          <w:tcPr>
            <w:tcW w:w="2196" w:type="dxa"/>
          </w:tcPr>
          <w:p w14:paraId="35CB2250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4CF03339" w14:textId="7A585E82" w:rsidR="00FA5B3A" w:rsidRDefault="00DA4B3D" w:rsidP="00FA5B3A">
            <w:pPr>
              <w:spacing w:before="60" w:after="60"/>
            </w:pPr>
            <w:r w:rsidRPr="00664C5A">
              <w:t>Materials scientists can design polymers with specific properties.</w:t>
            </w:r>
          </w:p>
        </w:tc>
      </w:tr>
      <w:tr w:rsidR="00FA5B3A" w14:paraId="19F340CE" w14:textId="77777777" w:rsidTr="003F16F9">
        <w:trPr>
          <w:trHeight w:val="340"/>
        </w:trPr>
        <w:tc>
          <w:tcPr>
            <w:tcW w:w="2196" w:type="dxa"/>
          </w:tcPr>
          <w:p w14:paraId="6C654FDA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5B55E67" w14:textId="45F593C5" w:rsidR="00FA5B3A" w:rsidRPr="00A50C9C" w:rsidRDefault="00DA4B3D" w:rsidP="00FA5B3A">
            <w:pPr>
              <w:spacing w:before="60" w:after="60"/>
              <w:rPr>
                <w:b/>
              </w:rPr>
            </w:pPr>
            <w:r>
              <w:t>Explain how the addition of plasticisers between molecules can make a polymer softer and more flexible.</w:t>
            </w:r>
          </w:p>
        </w:tc>
      </w:tr>
      <w:tr w:rsidR="00FA5B3A" w14:paraId="556DBA2C" w14:textId="77777777" w:rsidTr="003F16F9">
        <w:trPr>
          <w:trHeight w:val="340"/>
        </w:trPr>
        <w:tc>
          <w:tcPr>
            <w:tcW w:w="2196" w:type="dxa"/>
          </w:tcPr>
          <w:p w14:paraId="2409D8D5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28D02D7C" w14:textId="7932CF3E" w:rsidR="00FA5B3A" w:rsidRDefault="00E17F13" w:rsidP="00E17F13">
            <w:pPr>
              <w:spacing w:before="60" w:after="60"/>
            </w:pPr>
            <w:r>
              <w:t>talking heads</w:t>
            </w:r>
          </w:p>
        </w:tc>
      </w:tr>
      <w:tr w:rsidR="00FA5B3A" w14:paraId="4E072614" w14:textId="77777777" w:rsidTr="003F16F9">
        <w:trPr>
          <w:trHeight w:val="340"/>
        </w:trPr>
        <w:tc>
          <w:tcPr>
            <w:tcW w:w="2196" w:type="dxa"/>
          </w:tcPr>
          <w:p w14:paraId="6D8C18CD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32A0631D" w14:textId="793EC6DF" w:rsidR="00FA5B3A" w:rsidRDefault="00DA4B3D" w:rsidP="00FA5B3A">
            <w:pPr>
              <w:spacing w:before="60" w:after="60"/>
            </w:pPr>
            <w:r>
              <w:t>polymer, plasticiser</w:t>
            </w:r>
          </w:p>
        </w:tc>
      </w:tr>
    </w:tbl>
    <w:p w14:paraId="5304422F" w14:textId="77777777" w:rsidR="00F72ECC" w:rsidRDefault="00F72ECC" w:rsidP="00F72ECC"/>
    <w:p w14:paraId="656BF564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8DEBF38" w14:textId="77777777" w:rsidR="00256FB2" w:rsidRDefault="00256FB2" w:rsidP="00256FB2">
      <w:pPr>
        <w:spacing w:after="180"/>
      </w:pPr>
      <w:r>
        <w:t xml:space="preserve">One research paper </w:t>
      </w:r>
      <w:r>
        <w:fldChar w:fldCharType="begin"/>
      </w:r>
      <w:r>
        <w:instrText xml:space="preserve"> ADDIN EN.CITE &lt;EndNote&gt;&lt;Cite&gt;&lt;Author&gt;Cooper&lt;/Author&gt;&lt;Year&gt;2012&lt;/Year&gt;&lt;IDText&gt;Development and assessment of molecular structure and properties learning progression&lt;/IDText&gt;&lt;DisplayText&gt;(Cooper et al., 2012)&lt;/DisplayText&gt;&lt;record&gt;&lt;titles&gt;&lt;title&gt;Development and assessment of molecular structure and properties learning progression&lt;/title&gt;&lt;secondary-title&gt;Journal of Chemical Education&lt;/secondary-title&gt;&lt;/titles&gt;&lt;pages&gt;1351-1357&lt;/pages&gt;&lt;number&gt;11&lt;/number&gt;&lt;contributors&gt;&lt;authors&gt;&lt;author&gt;Cooper, Melanie M.&lt;/author&gt;&lt;author&gt;Underwood, Sonia M.&lt;/author&gt;&lt;author&gt;Hilley, Caleb Z.&lt;/author&gt;&lt;author&gt;Klymkowsky, Michael W.&lt;/author&gt;&lt;/authors&gt;&lt;/contributors&gt;&lt;added-date format="utc"&gt;1593178775&lt;/added-date&gt;&lt;ref-type name="Journal Article"&gt;17&lt;/ref-type&gt;&lt;dates&gt;&lt;year&gt;2012&lt;/year&gt;&lt;/dates&gt;&lt;rec-number&gt;119&lt;/rec-number&gt;&lt;last-updated-date format="utc"&gt;1593179007&lt;/last-updated-date&gt;&lt;volume&gt;89&lt;/volume&gt;&lt;/record&gt;&lt;/Cite&gt;&lt;/EndNote&gt;</w:instrText>
      </w:r>
      <w:r>
        <w:fldChar w:fldCharType="separate"/>
      </w:r>
      <w:r>
        <w:rPr>
          <w:noProof/>
        </w:rPr>
        <w:t>(Cooper et al., 2012)</w:t>
      </w:r>
      <w:r>
        <w:fldChar w:fldCharType="end"/>
      </w:r>
      <w:r>
        <w:t xml:space="preserve"> emphasises the importance of the idea that a substance’s molecular structure determines its macroscopic properties</w:t>
      </w:r>
    </w:p>
    <w:p w14:paraId="2E52390A" w14:textId="77777777" w:rsidR="00AF4376" w:rsidRDefault="00546793" w:rsidP="00AF4376">
      <w:pPr>
        <w:spacing w:after="180"/>
      </w:pPr>
      <w:r>
        <w:t xml:space="preserve">Research </w:t>
      </w:r>
      <w:r>
        <w:fldChar w:fldCharType="begin"/>
      </w:r>
      <w:r>
        <w:instrText xml:space="preserve"> ADDIN EN.CITE &lt;EndNote&gt;&lt;Cite&gt;&lt;Author&gt;Cooper&lt;/Author&gt;&lt;Year&gt;2015&lt;/Year&gt;&lt;IDText&gt;Student understanding of intermolecular forces: A multimodal study&lt;/IDText&gt;&lt;DisplayText&gt;(Cooper, Williams and Underwood, 2015)&lt;/DisplayText&gt;&lt;record&gt;&lt;titles&gt;&lt;title&gt;Student understanding of intermolecular forces: A multimodal study&lt;/title&gt;&lt;secondary-title&gt;Journal of Chemical Education&lt;/secondary-title&gt;&lt;/titles&gt;&lt;pages&gt;1288-1298&lt;/pages&gt;&lt;contributors&gt;&lt;authors&gt;&lt;author&gt;Cooper, Melanie M.&lt;/author&gt;&lt;author&gt;Williams, Leah C.&lt;/author&gt;&lt;author&gt;Underwood, Sonia M.&lt;/author&gt;&lt;/authors&gt;&lt;/contributors&gt;&lt;added-date format="utc"&gt;1593078770&lt;/added-date&gt;&lt;ref-type name="Journal Article"&gt;17&lt;/ref-type&gt;&lt;dates&gt;&lt;year&gt;2015&lt;/year&gt;&lt;/dates&gt;&lt;rec-number&gt;117&lt;/rec-number&gt;&lt;last-updated-date format="utc"&gt;1593078838&lt;/last-updated-date&gt;&lt;volume&gt;92&lt;/volume&gt;&lt;/record&gt;&lt;/Cite&gt;&lt;/EndNote&gt;</w:instrText>
      </w:r>
      <w:r>
        <w:fldChar w:fldCharType="separate"/>
      </w:r>
      <w:r>
        <w:rPr>
          <w:noProof/>
        </w:rPr>
        <w:t>(Cooper, Williams and Underwood, 2015)</w:t>
      </w:r>
      <w:r>
        <w:fldChar w:fldCharType="end"/>
      </w:r>
      <w:r w:rsidR="00AC0FE5">
        <w:t xml:space="preserve"> </w:t>
      </w:r>
      <w:r w:rsidR="00AF4376">
        <w:t xml:space="preserve">cites research that found that </w:t>
      </w:r>
      <w:r w:rsidR="00AC0FE5">
        <w:t xml:space="preserve"> around a quarter of grade 12 (US) students taking part on the study indicated that intermolecular forces occurred within molecules. </w:t>
      </w:r>
      <w:r w:rsidR="00AF4376">
        <w:t>The authors found in their own student that when asked to draw the location of intermolecular forces some students drew just one molecule.</w:t>
      </w:r>
    </w:p>
    <w:p w14:paraId="7F2F100F" w14:textId="23630243" w:rsidR="00256FB2" w:rsidRDefault="00256FB2" w:rsidP="0050055B">
      <w:pPr>
        <w:spacing w:after="180"/>
      </w:pPr>
      <w:r>
        <w:t>This question introduces students, at an early stage, to thinking about how a change in the structure of a polymer (by the addition of plasticisers) will affect its properties.</w:t>
      </w:r>
    </w:p>
    <w:p w14:paraId="38336BCD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7BB6314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5AD4B44E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2D15FD76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3FA96BA3" w14:textId="77777777" w:rsidR="00E17F13" w:rsidRPr="00816065" w:rsidRDefault="00E17F13" w:rsidP="00E17F13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619328E6" w14:textId="6CD4D4F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</w:t>
      </w:r>
      <w:r w:rsidR="00546793">
        <w:rPr>
          <w:rFonts w:cstheme="minorHAnsi"/>
        </w:rPr>
        <w:t xml:space="preserve">.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6594F3D7" w14:textId="77777777" w:rsidR="00E17F13" w:rsidRPr="00816065" w:rsidRDefault="00E17F13" w:rsidP="00E17F13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2D1449B5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7E5C7F7D" w14:textId="4C7A3C15" w:rsidR="00BF6C8A" w:rsidRDefault="00DA4B3D" w:rsidP="00BF6C8A">
      <w:pPr>
        <w:spacing w:after="180"/>
      </w:pPr>
      <w:r>
        <w:t>Demi gives the most scientific answer.</w:t>
      </w:r>
    </w:p>
    <w:p w14:paraId="085FD284" w14:textId="77777777" w:rsidR="00256FB2" w:rsidRDefault="00256FB2" w:rsidP="00BF6C8A">
      <w:pPr>
        <w:spacing w:after="180"/>
      </w:pPr>
    </w:p>
    <w:p w14:paraId="3D93DD57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6C9F210E" w14:textId="616D8A51" w:rsidR="004F039C" w:rsidRPr="00546793" w:rsidRDefault="00DA4B3D" w:rsidP="006A4440">
      <w:pPr>
        <w:spacing w:after="180"/>
      </w:pPr>
      <w:r w:rsidRPr="00546793">
        <w:t xml:space="preserve">A student who agrees with Aiden may have recalled that different substances have different properties. </w:t>
      </w:r>
      <w:r w:rsidR="00546793">
        <w:t>However,</w:t>
      </w:r>
      <w:r w:rsidRPr="00546793">
        <w:t xml:space="preserve"> in this case the substance (polyvinylchloride) is the same but the plasticiser changes its structure affecting its properties.</w:t>
      </w:r>
    </w:p>
    <w:p w14:paraId="5A775DBB" w14:textId="2F896048" w:rsidR="00DA4B3D" w:rsidRPr="00546793" w:rsidRDefault="00DA4B3D" w:rsidP="006A4440">
      <w:pPr>
        <w:spacing w:after="180"/>
      </w:pPr>
      <w:r w:rsidRPr="00546793">
        <w:t xml:space="preserve">Agreement with Elliot suggests that the student does </w:t>
      </w:r>
      <w:proofErr w:type="spellStart"/>
      <w:r w:rsidRPr="00546793">
        <w:t>no</w:t>
      </w:r>
      <w:proofErr w:type="spellEnd"/>
      <w:r w:rsidRPr="00546793">
        <w:t xml:space="preserve"> recognise that rigidity and flexibility will be affected by how strongly the molecules are held together.</w:t>
      </w:r>
    </w:p>
    <w:p w14:paraId="443F6FB1" w14:textId="296FBAF2" w:rsidR="00DA4B3D" w:rsidRPr="00546793" w:rsidRDefault="00DA4B3D" w:rsidP="006A4440">
      <w:pPr>
        <w:spacing w:after="180"/>
      </w:pPr>
      <w:r w:rsidRPr="00546793">
        <w:t>Agreement with Bailey shows that a student is thinking along the right lines but may not have formulated a scientific explanation.</w:t>
      </w:r>
    </w:p>
    <w:p w14:paraId="3E63AD95" w14:textId="2BE840BC" w:rsidR="00DA4B3D" w:rsidRPr="00546793" w:rsidRDefault="00DA4B3D" w:rsidP="006A4440">
      <w:pPr>
        <w:spacing w:after="180"/>
      </w:pPr>
      <w:r w:rsidRPr="00546793">
        <w:t>Chloe is not incorrect so a student agreeing with Chloe may understand why PVC is rigid but not how plasticisers change this.</w:t>
      </w:r>
    </w:p>
    <w:p w14:paraId="54C17E35" w14:textId="77777777" w:rsidR="00546793" w:rsidRPr="00546793" w:rsidRDefault="004F039C" w:rsidP="006A4440">
      <w:pPr>
        <w:spacing w:after="180"/>
      </w:pPr>
      <w:r w:rsidRPr="00546793">
        <w:t xml:space="preserve">If students have </w:t>
      </w:r>
      <w:r w:rsidR="001E4950" w:rsidRPr="00546793">
        <w:t>misunderstanding</w:t>
      </w:r>
      <w:r w:rsidRPr="00546793">
        <w:t xml:space="preserve">s </w:t>
      </w:r>
      <w:r w:rsidR="00546793" w:rsidRPr="00546793">
        <w:t>about how plasticisers keep the polymer strands more separated (and hence reduce forces between molecules) it may help to draw a visual representation.</w:t>
      </w:r>
    </w:p>
    <w:p w14:paraId="2FC3F6BF" w14:textId="1E1393F1" w:rsidR="005F1A7B" w:rsidRDefault="004F039C" w:rsidP="006A4440">
      <w:pPr>
        <w:spacing w:after="180"/>
      </w:pPr>
      <w:r w:rsidRPr="00546793">
        <w:t xml:space="preserve"> The following </w:t>
      </w:r>
      <w:r w:rsidR="005F1A7B" w:rsidRPr="00546793">
        <w:t xml:space="preserve">BEST </w:t>
      </w:r>
      <w:r w:rsidR="004C5D20" w:rsidRPr="00546793">
        <w:t xml:space="preserve">‘response </w:t>
      </w:r>
      <w:r w:rsidR="00C1460B" w:rsidRPr="00546793">
        <w:t>activities</w:t>
      </w:r>
      <w:r w:rsidR="004C5D20" w:rsidRPr="00546793">
        <w:t>’</w:t>
      </w:r>
      <w:r w:rsidR="005F1A7B" w:rsidRPr="00546793">
        <w:t xml:space="preserve"> </w:t>
      </w:r>
      <w:r w:rsidR="004C5D20" w:rsidRPr="00546793">
        <w:t>c</w:t>
      </w:r>
      <w:r w:rsidR="005F1A7B" w:rsidRPr="00546793">
        <w:t xml:space="preserve">ould </w:t>
      </w:r>
      <w:r w:rsidR="004C5D20" w:rsidRPr="00546793">
        <w:t>be used in follow-up to this diagnostic question</w:t>
      </w:r>
      <w:r w:rsidRPr="00546793">
        <w:t>:</w:t>
      </w:r>
    </w:p>
    <w:p w14:paraId="0BDDBD27" w14:textId="5DC7968A" w:rsidR="00A6111E" w:rsidRPr="00A6111E" w:rsidRDefault="00DA4B3D" w:rsidP="00402E34">
      <w:pPr>
        <w:pStyle w:val="ListParagraph"/>
        <w:numPr>
          <w:ilvl w:val="0"/>
          <w:numId w:val="1"/>
        </w:numPr>
        <w:spacing w:after="180"/>
      </w:pPr>
      <w:r>
        <w:t>Explaining plasticisers</w:t>
      </w:r>
    </w:p>
    <w:p w14:paraId="54AE4ABF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3D766976" w14:textId="5F1BC01B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A4B3D">
        <w:t xml:space="preserve">Peter Fairhurst (UYSEG) and </w:t>
      </w:r>
      <w:r w:rsidR="00E252BE">
        <w:t>Helen Harden</w:t>
      </w:r>
      <w:r w:rsidR="0015356E">
        <w:t xml:space="preserve"> (UYSEG)</w:t>
      </w:r>
      <w:r w:rsidR="00DA4B3D">
        <w:t>.</w:t>
      </w:r>
    </w:p>
    <w:p w14:paraId="02B8B92D" w14:textId="51C684A8" w:rsidR="00CC78A5" w:rsidRDefault="00D278E8" w:rsidP="00E172C6">
      <w:pPr>
        <w:spacing w:after="180"/>
      </w:pPr>
      <w:r w:rsidRPr="0045323E">
        <w:t xml:space="preserve">Images: </w:t>
      </w:r>
      <w:r w:rsidR="00DA4B3D">
        <w:t>Peter Fairhurst</w:t>
      </w:r>
      <w:r w:rsidR="00E252BE">
        <w:t xml:space="preserve"> (UYSEG)</w:t>
      </w:r>
    </w:p>
    <w:p w14:paraId="03A496A5" w14:textId="77777777" w:rsidR="00B46F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2BA89641" w14:textId="77777777" w:rsidR="00256FB2" w:rsidRPr="00256FB2" w:rsidRDefault="00546793" w:rsidP="00256FB2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256FB2" w:rsidRPr="00256FB2">
        <w:t xml:space="preserve">Cooper, M. M., et al. (2012). Development and assessment of molecular structure and properties learning progression. </w:t>
      </w:r>
      <w:r w:rsidR="00256FB2" w:rsidRPr="00256FB2">
        <w:rPr>
          <w:i/>
        </w:rPr>
        <w:t>Journal of Chemical Education,</w:t>
      </w:r>
      <w:r w:rsidR="00256FB2" w:rsidRPr="00256FB2">
        <w:t xml:space="preserve"> 89(11)</w:t>
      </w:r>
      <w:r w:rsidR="00256FB2" w:rsidRPr="00256FB2">
        <w:rPr>
          <w:b/>
        </w:rPr>
        <w:t>,</w:t>
      </w:r>
      <w:r w:rsidR="00256FB2" w:rsidRPr="00256FB2">
        <w:t xml:space="preserve"> 1351-1357.</w:t>
      </w:r>
    </w:p>
    <w:p w14:paraId="66EE38C1" w14:textId="77777777" w:rsidR="00256FB2" w:rsidRPr="00256FB2" w:rsidRDefault="00256FB2" w:rsidP="00256FB2">
      <w:pPr>
        <w:pStyle w:val="EndNoteBibliography"/>
      </w:pPr>
      <w:r w:rsidRPr="00256FB2">
        <w:t xml:space="preserve">Cooper, M. M., Williams, L. C. and Underwood, S. M. (2015). Student understanding of intermolecular forces: A multimodal study. </w:t>
      </w:r>
      <w:r w:rsidRPr="00256FB2">
        <w:rPr>
          <w:i/>
        </w:rPr>
        <w:t>Journal of Chemical Education,</w:t>
      </w:r>
      <w:r w:rsidRPr="00256FB2">
        <w:t xml:space="preserve"> 92</w:t>
      </w:r>
      <w:r w:rsidRPr="00256FB2">
        <w:rPr>
          <w:b/>
        </w:rPr>
        <w:t>,</w:t>
      </w:r>
      <w:r w:rsidRPr="00256FB2">
        <w:t xml:space="preserve"> 1288-1298.</w:t>
      </w:r>
    </w:p>
    <w:p w14:paraId="5C33DA42" w14:textId="73D90052" w:rsidR="0067031A" w:rsidRPr="0067031A" w:rsidRDefault="00546793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2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7B6C1" w14:textId="77777777" w:rsidR="00BB2981" w:rsidRDefault="00BB2981" w:rsidP="000B473B">
      <w:r>
        <w:separator/>
      </w:r>
    </w:p>
  </w:endnote>
  <w:endnote w:type="continuationSeparator" w:id="0">
    <w:p w14:paraId="7A6006F2" w14:textId="77777777" w:rsidR="00BB2981" w:rsidRDefault="00BB298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C2906" w14:textId="1FB55DD8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7D8154D" wp14:editId="27B5F2D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345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 xml:space="preserve">Developed by the University of York Science Education Group and </w:t>
    </w:r>
    <w:r w:rsidR="00C06466">
      <w:rPr>
        <w:sz w:val="16"/>
        <w:szCs w:val="16"/>
      </w:rPr>
      <w:t>The Horners’ Company Charity.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17F13">
      <w:rPr>
        <w:noProof/>
      </w:rPr>
      <w:t>2</w:t>
    </w:r>
    <w:r>
      <w:rPr>
        <w:noProof/>
      </w:rPr>
      <w:fldChar w:fldCharType="end"/>
    </w:r>
  </w:p>
  <w:p w14:paraId="24EEBB4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5933C13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2755F" w14:textId="77777777" w:rsidR="00BB2981" w:rsidRDefault="00BB2981" w:rsidP="000B473B">
      <w:r>
        <w:separator/>
      </w:r>
    </w:p>
  </w:footnote>
  <w:footnote w:type="continuationSeparator" w:id="0">
    <w:p w14:paraId="067FC810" w14:textId="77777777" w:rsidR="00BB2981" w:rsidRDefault="00BB298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D9ABA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679C404" wp14:editId="78618EB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ACE456" wp14:editId="70C099C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BFD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A691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A319047" wp14:editId="2A789E6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062A2FF" wp14:editId="131403F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1BC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339E2"/>
    <w:rsid w:val="00007C2E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339E2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56FB2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23334"/>
    <w:rsid w:val="003533B8"/>
    <w:rsid w:val="003752BE"/>
    <w:rsid w:val="003A346A"/>
    <w:rsid w:val="003A61F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46793"/>
    <w:rsid w:val="00555342"/>
    <w:rsid w:val="005560E2"/>
    <w:rsid w:val="005A452E"/>
    <w:rsid w:val="005A6EE7"/>
    <w:rsid w:val="005F1A7B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B0F75"/>
    <w:rsid w:val="008C7F34"/>
    <w:rsid w:val="008E580C"/>
    <w:rsid w:val="0090047A"/>
    <w:rsid w:val="00925026"/>
    <w:rsid w:val="00931264"/>
    <w:rsid w:val="00942A4B"/>
    <w:rsid w:val="00961D59"/>
    <w:rsid w:val="00985BB8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C0FE5"/>
    <w:rsid w:val="00AD21F5"/>
    <w:rsid w:val="00AF4376"/>
    <w:rsid w:val="00B06225"/>
    <w:rsid w:val="00B23C7A"/>
    <w:rsid w:val="00B305F5"/>
    <w:rsid w:val="00B46FF9"/>
    <w:rsid w:val="00B47E1D"/>
    <w:rsid w:val="00B75483"/>
    <w:rsid w:val="00BA7952"/>
    <w:rsid w:val="00BB2981"/>
    <w:rsid w:val="00BB44B4"/>
    <w:rsid w:val="00BF0BBF"/>
    <w:rsid w:val="00BF6C8A"/>
    <w:rsid w:val="00C05571"/>
    <w:rsid w:val="00C06466"/>
    <w:rsid w:val="00C1460B"/>
    <w:rsid w:val="00C246CE"/>
    <w:rsid w:val="00C54711"/>
    <w:rsid w:val="00C57FA2"/>
    <w:rsid w:val="00CC2E4D"/>
    <w:rsid w:val="00CC78A5"/>
    <w:rsid w:val="00CC7B16"/>
    <w:rsid w:val="00CE15FE"/>
    <w:rsid w:val="00CF6937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A4B3D"/>
    <w:rsid w:val="00DC4A4E"/>
    <w:rsid w:val="00DD1874"/>
    <w:rsid w:val="00DD63BD"/>
    <w:rsid w:val="00DF05DB"/>
    <w:rsid w:val="00DF7E20"/>
    <w:rsid w:val="00E172C6"/>
    <w:rsid w:val="00E17F13"/>
    <w:rsid w:val="00E24309"/>
    <w:rsid w:val="00E252BE"/>
    <w:rsid w:val="00E53D82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FD3D7"/>
  <w15:docId w15:val="{470703B9-AEAD-47DE-84CC-11BB6749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7F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4679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679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4679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4679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ha\Documents\BEST\Templates\New%20templates%20Dec\template_chemistry_diagnostic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template_chemistry_diagnostic_Talking heads</Template>
  <TotalTime>76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8</cp:revision>
  <cp:lastPrinted>2017-02-24T16:20:00Z</cp:lastPrinted>
  <dcterms:created xsi:type="dcterms:W3CDTF">2020-06-26T11:53:00Z</dcterms:created>
  <dcterms:modified xsi:type="dcterms:W3CDTF">2020-06-26T14:38:00Z</dcterms:modified>
</cp:coreProperties>
</file>