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67172" w:rsidP="00201AC2">
      <w:pPr>
        <w:spacing w:after="180"/>
        <w:rPr>
          <w:b/>
          <w:sz w:val="44"/>
          <w:szCs w:val="44"/>
        </w:rPr>
      </w:pPr>
      <w:r>
        <w:rPr>
          <w:b/>
          <w:sz w:val="44"/>
          <w:szCs w:val="44"/>
        </w:rPr>
        <w:t>Block work</w:t>
      </w:r>
    </w:p>
    <w:p w:rsidR="00201AC2" w:rsidRDefault="00201AC2" w:rsidP="00201AC2">
      <w:pPr>
        <w:spacing w:after="180"/>
      </w:pPr>
    </w:p>
    <w:p w:rsidR="00201AC2" w:rsidRDefault="00EA3060" w:rsidP="00201AC2">
      <w:pPr>
        <w:spacing w:after="180"/>
      </w:pPr>
      <w:r>
        <w:t>This demonstration challenges students understanding of how both mass (or weight) and volume contribute to determining how well an object floats.</w:t>
      </w:r>
    </w:p>
    <w:p w:rsidR="00B23B31" w:rsidRDefault="00F97D57" w:rsidP="00201AC2">
      <w:pPr>
        <w:spacing w:after="180"/>
      </w:pPr>
      <w:r>
        <w:rPr>
          <w:noProof/>
          <w:lang w:eastAsia="en-GB"/>
        </w:rPr>
        <mc:AlternateContent>
          <mc:Choice Requires="wpg">
            <w:drawing>
              <wp:anchor distT="0" distB="0" distL="114300" distR="114300" simplePos="0" relativeHeight="251668480" behindDoc="0" locked="0" layoutInCell="1" allowOverlap="1">
                <wp:simplePos x="0" y="0"/>
                <wp:positionH relativeFrom="column">
                  <wp:posOffset>7924</wp:posOffset>
                </wp:positionH>
                <wp:positionV relativeFrom="paragraph">
                  <wp:posOffset>-3562</wp:posOffset>
                </wp:positionV>
                <wp:extent cx="5836119" cy="1351722"/>
                <wp:effectExtent l="0" t="0" r="12700" b="39370"/>
                <wp:wrapNone/>
                <wp:docPr id="12" name="Group 12"/>
                <wp:cNvGraphicFramePr/>
                <a:graphic xmlns:a="http://schemas.openxmlformats.org/drawingml/2006/main">
                  <a:graphicData uri="http://schemas.microsoft.com/office/word/2010/wordprocessingGroup">
                    <wpg:wgp>
                      <wpg:cNvGrpSpPr/>
                      <wpg:grpSpPr>
                        <a:xfrm>
                          <a:off x="0" y="0"/>
                          <a:ext cx="5836119" cy="1351722"/>
                          <a:chOff x="0" y="0"/>
                          <a:chExt cx="5836119" cy="1351722"/>
                        </a:xfrm>
                      </wpg:grpSpPr>
                      <wpg:grpSp>
                        <wpg:cNvPr id="10" name="Group 10"/>
                        <wpg:cNvGrpSpPr/>
                        <wpg:grpSpPr>
                          <a:xfrm>
                            <a:off x="0" y="0"/>
                            <a:ext cx="5836119" cy="890546"/>
                            <a:chOff x="0" y="0"/>
                            <a:chExt cx="5836119" cy="890546"/>
                          </a:xfrm>
                        </wpg:grpSpPr>
                        <wps:wsp>
                          <wps:cNvPr id="2" name="Cube 2"/>
                          <wps:cNvSpPr/>
                          <wps:spPr>
                            <a:xfrm>
                              <a:off x="2512612" y="0"/>
                              <a:ext cx="1582309" cy="890546"/>
                            </a:xfrm>
                            <a:prstGeom prst="cube">
                              <a:avLst/>
                            </a:prstGeom>
                            <a:blipFill>
                              <a:blip r:embed="rId7"/>
                              <a:tile tx="0" ty="0" sx="100000" sy="100000" flip="none" algn="tl"/>
                            </a:blipFill>
                            <a:ln w="1270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Cube 6"/>
                          <wps:cNvSpPr/>
                          <wps:spPr>
                            <a:xfrm>
                              <a:off x="0" y="310101"/>
                              <a:ext cx="882595" cy="579589"/>
                            </a:xfrm>
                            <a:prstGeom prst="cube">
                              <a:avLst/>
                            </a:prstGeom>
                            <a:blipFill>
                              <a:blip r:embed="rId7"/>
                              <a:tile tx="0" ty="0" sx="100000" sy="100000" flip="none" algn="tl"/>
                            </a:blipFill>
                            <a:ln w="1270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ube 7"/>
                          <wps:cNvSpPr/>
                          <wps:spPr>
                            <a:xfrm>
                              <a:off x="4476584" y="166978"/>
                              <a:ext cx="1359535" cy="723265"/>
                            </a:xfrm>
                            <a:prstGeom prst="cube">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ube 8"/>
                          <wps:cNvSpPr/>
                          <wps:spPr>
                            <a:xfrm>
                              <a:off x="1256306" y="381663"/>
                              <a:ext cx="882015" cy="508000"/>
                            </a:xfrm>
                            <a:prstGeom prst="cube">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Right Arrow 11"/>
                        <wps:cNvSpPr/>
                        <wps:spPr>
                          <a:xfrm>
                            <a:off x="659958" y="1160891"/>
                            <a:ext cx="4516341" cy="190831"/>
                          </a:xfrm>
                          <a:prstGeom prst="rightArrow">
                            <a:avLst>
                              <a:gd name="adj1" fmla="val 27706"/>
                              <a:gd name="adj2" fmla="val 50000"/>
                            </a:avLst>
                          </a:prstGeom>
                          <a:solidFill>
                            <a:schemeClr val="bg1">
                              <a:lumMod val="65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1773140" y="970059"/>
                            <a:ext cx="2292350" cy="271145"/>
                          </a:xfrm>
                          <a:prstGeom prst="rect">
                            <a:avLst/>
                          </a:prstGeom>
                          <a:noFill/>
                          <a:ln w="9525">
                            <a:noFill/>
                            <a:miter lim="800000"/>
                            <a:headEnd/>
                            <a:tailEnd/>
                          </a:ln>
                        </wps:spPr>
                        <wps:txbx>
                          <w:txbxContent>
                            <w:p w:rsidR="00F97D57" w:rsidRDefault="00F97D57" w:rsidP="00F97D57">
                              <w:pPr>
                                <w:jc w:val="center"/>
                              </w:pPr>
                              <w:r>
                                <w:t>Increasing mass</w:t>
                              </w:r>
                            </w:p>
                          </w:txbxContent>
                        </wps:txbx>
                        <wps:bodyPr rot="0" vert="horz" wrap="square" lIns="91440" tIns="45720" rIns="91440" bIns="45720" anchor="t" anchorCtr="0">
                          <a:spAutoFit/>
                        </wps:bodyPr>
                      </wps:wsp>
                    </wpg:wgp>
                  </a:graphicData>
                </a:graphic>
              </wp:anchor>
            </w:drawing>
          </mc:Choice>
          <mc:Fallback>
            <w:pict>
              <v:group id="Group 12" o:spid="_x0000_s1026" style="position:absolute;margin-left:.6pt;margin-top:-.3pt;width:459.55pt;height:106.45pt;z-index:251668480" coordsize="58361,135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">
                <v:group id="Group 10" o:spid="_x0000_s1027" style="position:absolute;width:58361;height:8905" coordsize="58361,8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2" o:spid="_x0000_s1028" type="#_x0000_t16" style="position:absolute;left:25126;width:15823;height:8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" strokecolor="#5a5a5a [2109]" strokeweight="1pt">
                    <v:fill r:id="rId8" o:title="" recolor="t" rotate="t" type="tile"/>
                  </v:shape>
                  <v:shape id="Cube 6" o:spid="_x0000_s1029" type="#_x0000_t16" style="position:absolute;top:3101;width:8825;height:5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" strokecolor="#5a5a5a [2109]" strokeweight="1pt">
                    <v:fill r:id="rId8" o:title="" recolor="t" rotate="t" type="tile"/>
                  </v:shape>
                  <v:shape id="Cube 7" o:spid="_x0000_s1030" type="#_x0000_t16" style="position:absolute;left:44765;top:1669;width:13596;height:7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" fillcolor="#f6f8fb [180]" strokecolor="#5a5a5a [2109]" strokeweight="1pt">
                    <v:fill color2="#cad9eb [980]" colors="0 #f6f9fc;48497f #b0c6e1;54395f #b0c6e1;1 #cad9eb" focus="100%" type="gradient"/>
                  </v:shape>
                  <v:shape id="Cube 8" o:spid="_x0000_s1031" type="#_x0000_t16" style="position:absolute;left:12563;top:3816;width:8820;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" fillcolor="#f6f8fb [180]" strokecolor="#5a5a5a [2109]" strokeweight="1pt">
                    <v:fill color2="#cad9eb [980]" colors="0 #f6f9fc;48497f #b0c6e1;54395f #b0c6e1;1 #cad9eb" focus="100%" type="gradient"/>
                  </v:shap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32" type="#_x0000_t13" style="position:absolute;left:6599;top:11608;width:45163;height:1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" adj="21144,7808" fillcolor="#a5a5a5 [2092]" strokecolor="gray [1629]" strokeweight="2pt"/>
                <v:shapetype id="_x0000_t202" coordsize="21600,21600" o:spt="202" path="m,l,21600r21600,l21600,xe">
                  <v:stroke joinstyle="miter"/>
                  <v:path gradientshapeok="t" o:connecttype="rect"/>
                </v:shapetype>
                <v:shape id="Text Box 2" o:spid="_x0000_s1033" type="#_x0000_t202" style="position:absolute;left:17731;top:9700;width:22923;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F97D57" w:rsidRDefault="00F97D57" w:rsidP="00F97D57">
                        <w:pPr>
                          <w:jc w:val="center"/>
                        </w:pPr>
                        <w:r>
                          <w:t>Increasing mass</w:t>
                        </w:r>
                      </w:p>
                    </w:txbxContent>
                  </v:textbox>
                </v:shape>
              </v:group>
            </w:pict>
          </mc:Fallback>
        </mc:AlternateContent>
      </w:r>
    </w:p>
    <w:p w:rsidR="00CC1BE8" w:rsidRDefault="00CC1BE8" w:rsidP="00201AC2">
      <w:pPr>
        <w:spacing w:after="180"/>
      </w:pPr>
    </w:p>
    <w:p w:rsidR="00CC1BE8" w:rsidRDefault="00CC1BE8" w:rsidP="00201AC2">
      <w:pPr>
        <w:spacing w:after="180"/>
      </w:pPr>
    </w:p>
    <w:p w:rsidR="00CC1BE8" w:rsidRDefault="00CC1BE8" w:rsidP="00201AC2">
      <w:pPr>
        <w:spacing w:after="180"/>
      </w:pPr>
    </w:p>
    <w:p w:rsidR="00CC1BE8" w:rsidRDefault="00CC1BE8" w:rsidP="00201AC2">
      <w:pPr>
        <w:spacing w:after="180"/>
      </w:pPr>
    </w:p>
    <w:p w:rsidR="00B26756" w:rsidRPr="00E172C6" w:rsidRDefault="00B26756" w:rsidP="00B26756">
      <w:pPr>
        <w:spacing w:after="180"/>
        <w:rPr>
          <w:b/>
        </w:rPr>
      </w:pPr>
      <w:r>
        <w:rPr>
          <w:b/>
        </w:rPr>
        <w:t>Safety</w:t>
      </w:r>
    </w:p>
    <w:p w:rsidR="00650D79" w:rsidRDefault="00650D79" w:rsidP="00650D79">
      <w:pPr>
        <w:spacing w:after="180"/>
      </w:pPr>
      <w:r>
        <w:t>Water spillages may cause slipping.</w:t>
      </w:r>
    </w:p>
    <w:p w:rsidR="00650D79" w:rsidRDefault="00650D79" w:rsidP="00650D79">
      <w:pPr>
        <w:spacing w:after="180"/>
      </w:pPr>
      <w:r>
        <w:t>Dropping metal blocks into a glass trough may break it – they need to be lowered in gently. This is especially important if students are assisting. Consider placing a cushioning cloth on the bottom.</w:t>
      </w:r>
    </w:p>
    <w:p w:rsidR="00650D79" w:rsidRPr="002454AC" w:rsidRDefault="00650D79" w:rsidP="00650D79">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B26756" w:rsidRPr="00E172C6" w:rsidRDefault="00B26756" w:rsidP="00B26756">
      <w:pPr>
        <w:spacing w:after="180"/>
        <w:rPr>
          <w:b/>
        </w:rPr>
      </w:pPr>
      <w:r>
        <w:rPr>
          <w:b/>
        </w:rPr>
        <w:t>Apparatus and materials</w:t>
      </w:r>
    </w:p>
    <w:p w:rsidR="00650D79" w:rsidRDefault="00650D79" w:rsidP="00650D79">
      <w:pPr>
        <w:pStyle w:val="ListParagraph"/>
        <w:numPr>
          <w:ilvl w:val="0"/>
          <w:numId w:val="1"/>
        </w:numPr>
        <w:spacing w:after="180"/>
      </w:pPr>
      <w:r>
        <w:t>Set of density blocks – including a large an</w:t>
      </w:r>
      <w:r w:rsidR="00774BF5">
        <w:t>d small wooden block that float</w:t>
      </w:r>
      <w:r>
        <w:t>, and two metal blocks, one heavier than the large wooden block and one lighter than it.</w:t>
      </w:r>
    </w:p>
    <w:p w:rsidR="00650D79" w:rsidRDefault="00650D79" w:rsidP="00650D79">
      <w:pPr>
        <w:pStyle w:val="ListParagraph"/>
        <w:numPr>
          <w:ilvl w:val="0"/>
          <w:numId w:val="1"/>
        </w:numPr>
        <w:spacing w:after="180"/>
      </w:pPr>
      <w:r>
        <w:t>Glass trough filled with water.</w:t>
      </w:r>
    </w:p>
    <w:p w:rsidR="00650D79" w:rsidRPr="000947E2" w:rsidRDefault="00650D79" w:rsidP="00650D79">
      <w:pPr>
        <w:pStyle w:val="ListParagraph"/>
        <w:numPr>
          <w:ilvl w:val="0"/>
          <w:numId w:val="1"/>
        </w:numPr>
        <w:spacing w:after="180"/>
      </w:pPr>
      <w:r>
        <w:t>Balance – with capacity to measure the mass of the heaviest block.</w:t>
      </w:r>
    </w:p>
    <w:p w:rsidR="00B26756" w:rsidRPr="00E172C6" w:rsidRDefault="00B26756" w:rsidP="00B26756">
      <w:pPr>
        <w:spacing w:after="180"/>
        <w:rPr>
          <w:b/>
        </w:rPr>
      </w:pPr>
      <w:r>
        <w:rPr>
          <w:b/>
        </w:rPr>
        <w:t>Procedure</w:t>
      </w:r>
    </w:p>
    <w:p w:rsidR="00B26756" w:rsidRDefault="00231246" w:rsidP="00B26756">
      <w:pPr>
        <w:pStyle w:val="ListParagraph"/>
        <w:numPr>
          <w:ilvl w:val="0"/>
          <w:numId w:val="2"/>
        </w:numPr>
        <w:spacing w:after="180"/>
        <w:ind w:left="567" w:hanging="567"/>
        <w:contextualSpacing w:val="0"/>
      </w:pPr>
      <w:r>
        <w:t>Measure the mass of each block and arrange them in order of mass.</w:t>
      </w:r>
    </w:p>
    <w:p w:rsidR="00231246" w:rsidRDefault="00231246" w:rsidP="00B26756">
      <w:pPr>
        <w:pStyle w:val="ListParagraph"/>
        <w:numPr>
          <w:ilvl w:val="0"/>
          <w:numId w:val="2"/>
        </w:numPr>
        <w:spacing w:after="180"/>
        <w:ind w:left="567" w:hanging="567"/>
        <w:contextualSpacing w:val="0"/>
      </w:pPr>
      <w:r>
        <w:t xml:space="preserve">Challenge students to predict which ones will float and which will sink, discussing their explanations in pairs or small groups. </w:t>
      </w:r>
    </w:p>
    <w:p w:rsidR="00231246" w:rsidRDefault="00231246" w:rsidP="00B26756">
      <w:pPr>
        <w:pStyle w:val="ListParagraph"/>
        <w:numPr>
          <w:ilvl w:val="0"/>
          <w:numId w:val="2"/>
        </w:numPr>
        <w:spacing w:after="180"/>
        <w:ind w:left="567" w:hanging="567"/>
        <w:contextualSpacing w:val="0"/>
      </w:pPr>
      <w:r>
        <w:t>Ask students to feedback their answers and use these to derive some general principles, which will be along the lines of:</w:t>
      </w:r>
    </w:p>
    <w:p w:rsidR="00231246" w:rsidRDefault="00231246" w:rsidP="00231246">
      <w:pPr>
        <w:pStyle w:val="ListParagraph"/>
        <w:numPr>
          <w:ilvl w:val="1"/>
          <w:numId w:val="2"/>
        </w:numPr>
        <w:spacing w:after="180"/>
        <w:contextualSpacing w:val="0"/>
      </w:pPr>
      <w:r>
        <w:t>Bigger mass makes a block more likely to sink.</w:t>
      </w:r>
    </w:p>
    <w:p w:rsidR="00231246" w:rsidRDefault="00231246" w:rsidP="00231246">
      <w:pPr>
        <w:pStyle w:val="ListParagraph"/>
        <w:numPr>
          <w:ilvl w:val="1"/>
          <w:numId w:val="2"/>
        </w:numPr>
        <w:spacing w:after="180"/>
        <w:contextualSpacing w:val="0"/>
      </w:pPr>
      <w:r>
        <w:t>Bigger volume makes a block more likely to float.</w:t>
      </w:r>
    </w:p>
    <w:p w:rsidR="00774BF5" w:rsidRDefault="00231246" w:rsidP="00231246">
      <w:pPr>
        <w:pStyle w:val="ListParagraph"/>
        <w:numPr>
          <w:ilvl w:val="1"/>
          <w:numId w:val="2"/>
        </w:numPr>
        <w:spacing w:after="180"/>
        <w:contextualSpacing w:val="0"/>
      </w:pPr>
      <w:r>
        <w:t>A block t</w:t>
      </w:r>
      <w:r w:rsidR="00774BF5">
        <w:t>hat is heavy for its size sinks.</w:t>
      </w:r>
      <w:r>
        <w:t xml:space="preserve"> </w:t>
      </w:r>
    </w:p>
    <w:p w:rsidR="00231246" w:rsidRDefault="00774BF5" w:rsidP="00231246">
      <w:pPr>
        <w:pStyle w:val="ListParagraph"/>
        <w:numPr>
          <w:ilvl w:val="1"/>
          <w:numId w:val="2"/>
        </w:numPr>
        <w:spacing w:after="180"/>
        <w:contextualSpacing w:val="0"/>
      </w:pPr>
      <w:r>
        <w:t>A</w:t>
      </w:r>
      <w:r w:rsidR="00231246">
        <w:t>n object that is light for its size floats.</w:t>
      </w:r>
    </w:p>
    <w:p w:rsidR="00231246" w:rsidRDefault="00231246" w:rsidP="00231246">
      <w:pPr>
        <w:pStyle w:val="ListParagraph"/>
        <w:numPr>
          <w:ilvl w:val="0"/>
          <w:numId w:val="2"/>
        </w:numPr>
        <w:spacing w:after="180"/>
        <w:ind w:left="567" w:hanging="567"/>
        <w:contextualSpacing w:val="0"/>
      </w:pPr>
      <w:r>
        <w:t>Test the blocks to check answers.</w:t>
      </w:r>
    </w:p>
    <w:p w:rsidR="00CC1BE8" w:rsidRDefault="00CC1BE8" w:rsidP="00CC1BE8">
      <w:pPr>
        <w:pStyle w:val="ListParagraph"/>
        <w:numPr>
          <w:ilvl w:val="0"/>
          <w:numId w:val="2"/>
        </w:numPr>
        <w:spacing w:after="180"/>
        <w:ind w:left="567" w:hanging="567"/>
        <w:contextualSpacing w:val="0"/>
      </w:pPr>
      <w:r>
        <w:t>Define what we mean by density and challenge students to write their own definitions using everyday language.</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728E0" w:rsidRPr="006F3279" w:rsidRDefault="003728E0" w:rsidP="003728E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3728E0" w:rsidP="006F3279">
            <w:pPr>
              <w:spacing w:after="60"/>
              <w:ind w:left="1304"/>
              <w:rPr>
                <w:b/>
                <w:sz w:val="40"/>
                <w:szCs w:val="40"/>
              </w:rPr>
            </w:pPr>
            <w:r>
              <w:rPr>
                <w:b/>
                <w:sz w:val="40"/>
                <w:szCs w:val="40"/>
              </w:rPr>
              <w:t>Block work</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728E0" w:rsidTr="003F16F9">
        <w:trPr>
          <w:trHeight w:val="340"/>
        </w:trPr>
        <w:tc>
          <w:tcPr>
            <w:tcW w:w="2196" w:type="dxa"/>
          </w:tcPr>
          <w:p w:rsidR="003728E0" w:rsidRDefault="003728E0" w:rsidP="003728E0">
            <w:pPr>
              <w:spacing w:before="60" w:after="60"/>
            </w:pPr>
            <w:r>
              <w:t>Learning focus:</w:t>
            </w:r>
          </w:p>
        </w:tc>
        <w:tc>
          <w:tcPr>
            <w:tcW w:w="6820" w:type="dxa"/>
          </w:tcPr>
          <w:p w:rsidR="003728E0" w:rsidRDefault="003728E0" w:rsidP="003728E0">
            <w:pPr>
              <w:spacing w:before="60" w:after="60"/>
            </w:pPr>
            <w:r w:rsidRPr="007735D7">
              <w:t>An object that is surrounded by a fluid (liquid and/or gas) floats if its overall density is less than the density of the fluid.</w:t>
            </w:r>
          </w:p>
        </w:tc>
      </w:tr>
      <w:tr w:rsidR="003728E0" w:rsidTr="003F16F9">
        <w:trPr>
          <w:trHeight w:val="340"/>
        </w:trPr>
        <w:tc>
          <w:tcPr>
            <w:tcW w:w="2196" w:type="dxa"/>
          </w:tcPr>
          <w:p w:rsidR="003728E0" w:rsidRDefault="003728E0" w:rsidP="003728E0">
            <w:pPr>
              <w:spacing w:before="60" w:after="60"/>
            </w:pPr>
            <w:r>
              <w:t>Observable learning outcome:</w:t>
            </w:r>
          </w:p>
        </w:tc>
        <w:tc>
          <w:tcPr>
            <w:tcW w:w="6820" w:type="dxa"/>
          </w:tcPr>
          <w:p w:rsidR="003728E0" w:rsidRPr="00A50C9C" w:rsidRDefault="003728E0" w:rsidP="003728E0">
            <w:pPr>
              <w:spacing w:before="60" w:after="60"/>
              <w:rPr>
                <w:b/>
              </w:rPr>
            </w:pPr>
            <w:r w:rsidRPr="005F7296">
              <w:t>Describe how the mass and volume of an object affect how well it floats.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046863" w:rsidP="00755E81">
            <w:pPr>
              <w:spacing w:before="60" w:after="60"/>
            </w:pPr>
            <w:r>
              <w:t>Clarifying - 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728E0" w:rsidP="00755E81">
            <w:pPr>
              <w:spacing w:before="60" w:after="60"/>
            </w:pPr>
            <w:r w:rsidRPr="005F7296">
              <w:t>Floating, sinking, weight, volume, density</w:t>
            </w:r>
          </w:p>
        </w:tc>
      </w:tr>
    </w:tbl>
    <w:p w:rsidR="00E172C6" w:rsidRDefault="00E172C6" w:rsidP="00E172C6">
      <w:pPr>
        <w:spacing w:after="180"/>
      </w:pPr>
    </w:p>
    <w:p w:rsidR="00755E81" w:rsidRPr="003728E0" w:rsidRDefault="00755E81" w:rsidP="00755E81">
      <w:pPr>
        <w:spacing w:after="180"/>
        <w:rPr>
          <w:rFonts w:cstheme="minorHAnsi"/>
        </w:rPr>
      </w:pPr>
      <w:r w:rsidRPr="003728E0">
        <w:rPr>
          <w:rFonts w:cstheme="minorHAnsi"/>
          <w:color w:val="222222"/>
          <w:shd w:val="clear" w:color="auto" w:fill="FFFFFF"/>
        </w:rPr>
        <w:t>This activity can help develop students’ understanding by addressing the sticking-points revealed by the following diagnostic question:</w:t>
      </w:r>
    </w:p>
    <w:p w:rsidR="00B00348" w:rsidRPr="003728E0" w:rsidRDefault="00B00348" w:rsidP="00B00348">
      <w:pPr>
        <w:pStyle w:val="ListParagraph"/>
        <w:numPr>
          <w:ilvl w:val="0"/>
          <w:numId w:val="1"/>
        </w:numPr>
        <w:spacing w:after="180"/>
      </w:pPr>
      <w:r w:rsidRPr="003728E0">
        <w:t xml:space="preserve">Diagnostic </w:t>
      </w:r>
      <w:r w:rsidR="00E3348F" w:rsidRPr="003728E0">
        <w:t>question</w:t>
      </w:r>
      <w:r w:rsidRPr="003728E0">
        <w:t xml:space="preserve">: </w:t>
      </w:r>
      <w:r w:rsidR="003728E0" w:rsidRPr="003728E0">
        <w:t>Building bricks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8D4234" w:rsidRDefault="008D4234" w:rsidP="008D4234">
      <w:pPr>
        <w:spacing w:after="180"/>
      </w:pPr>
      <w:r>
        <w:t xml:space="preserve">In a study of 13-14 year olds (n=120), </w:t>
      </w:r>
      <w:proofErr w:type="spellStart"/>
      <w:r>
        <w:rPr>
          <w:rFonts w:cstheme="minorHAnsi"/>
        </w:rPr>
        <w:t>Ȕ</w:t>
      </w:r>
      <w:r>
        <w:t>nal</w:t>
      </w:r>
      <w:proofErr w:type="spellEnd"/>
      <w:r>
        <w:t xml:space="preserve"> and </w:t>
      </w:r>
      <w:proofErr w:type="spellStart"/>
      <w:r>
        <w:t>Co</w:t>
      </w:r>
      <w:r>
        <w:rPr>
          <w:rFonts w:cstheme="minorHAnsi"/>
        </w:rPr>
        <w:t>ş</w:t>
      </w:r>
      <w:r>
        <w:t>tu</w:t>
      </w:r>
      <w:proofErr w:type="spellEnd"/>
      <w:r>
        <w:t xml:space="preserve"> </w:t>
      </w:r>
      <w:r>
        <w:fldChar w:fldCharType="begin"/>
      </w:r>
      <w:r>
        <w:instrText xml:space="preserve"> ADDIN EN.CITE &lt;EndNote&gt;&lt;Cite ExcludeAuth="1"&gt;&lt;Author&gt;Unal&lt;/Author&gt;&lt;Year&gt;2005&lt;/Year&gt;&lt;IDText&gt;Problematic issue for students: Does it sink or float?&lt;/IDText&gt;&lt;DisplayText&gt;(2005)&lt;/DisplayText&gt;&lt;record&gt;&lt;titles&gt;&lt;title&gt;Problematic issue for students: Does it sink or float?&lt;/title&gt;&lt;secondary-title&gt;Asia-Pacific Forum on Science Learning and Teaching&lt;/secondary-title&gt;&lt;/titles&gt;&lt;pages&gt;Article 3&lt;/pages&gt;&lt;contributors&gt;&lt;authors&gt;&lt;author&gt;Unal, S&lt;/author&gt;&lt;author&gt;Costu, B&lt;/author&gt;&lt;/authors&gt;&lt;/contributors&gt;&lt;added-date format="utc"&gt;1571657294&lt;/added-date&gt;&lt;ref-type name="Journal Article"&gt;17&lt;/ref-type&gt;&lt;dates&gt;&lt;year&gt;2005&lt;/year&gt;&lt;/dates&gt;&lt;rec-number&gt;164&lt;/rec-number&gt;&lt;last-updated-date format="utc"&gt;1571658513&lt;/last-updated-date&gt;&lt;volume&gt;6(1)&lt;/volume&gt;&lt;/record&gt;&lt;/Cite&gt;&lt;/EndNote&gt;</w:instrText>
      </w:r>
      <w:r>
        <w:fldChar w:fldCharType="separate"/>
      </w:r>
      <w:r>
        <w:rPr>
          <w:noProof/>
        </w:rPr>
        <w:t>(2005)</w:t>
      </w:r>
      <w:r>
        <w:fldChar w:fldCharType="end"/>
      </w:r>
      <w:r>
        <w:t xml:space="preserve"> found that about half of students thought that the main factor influencing whether an object floated or not was its weight or mass. It is quite common for young children to think all light objects float, and all heavy objects sink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In </w:t>
      </w:r>
      <w:proofErr w:type="spellStart"/>
      <w:r>
        <w:rPr>
          <w:rFonts w:cstheme="minorHAnsi"/>
        </w:rPr>
        <w:t>Ȕ</w:t>
      </w:r>
      <w:r>
        <w:t>nal</w:t>
      </w:r>
      <w:proofErr w:type="spellEnd"/>
      <w:r>
        <w:t xml:space="preserve"> and </w:t>
      </w:r>
      <w:proofErr w:type="spellStart"/>
      <w:r>
        <w:t>Co</w:t>
      </w:r>
      <w:r>
        <w:rPr>
          <w:rFonts w:cstheme="minorHAnsi"/>
        </w:rPr>
        <w:t>ş</w:t>
      </w:r>
      <w:r>
        <w:t>tu’s</w:t>
      </w:r>
      <w:proofErr w:type="spellEnd"/>
      <w:r>
        <w:t xml:space="preserve"> study many students identified the volume of an object as also playing a part in whether or not an object floated, but approximately 40% had difficulties in describing density and in comparing the densities of different objects. A surprising finding was that over half of students thought that increasing the volume of liquid in a container would make objects float more easily. </w:t>
      </w:r>
      <w:proofErr w:type="spellStart"/>
      <w:r>
        <w:t>Biddulph</w:t>
      </w:r>
      <w:proofErr w:type="spellEnd"/>
      <w:r>
        <w:t xml:space="preserve">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found that up to 35% of 11- to 12-year-olds held this view.</w:t>
      </w:r>
    </w:p>
    <w:p w:rsidR="008D4234" w:rsidRDefault="008D4234" w:rsidP="008D4234">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sidRPr="009E416A">
        <w:rPr>
          <w:i/>
        </w:rPr>
        <w:t xml:space="preserve">heavy (or light) for </w:t>
      </w:r>
      <w:bookmarkStart w:id="0" w:name="_GoBack"/>
      <w:bookmarkEnd w:id="0"/>
      <w:r w:rsidRPr="009E416A">
        <w:rPr>
          <w:i/>
        </w:rPr>
        <w:t>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BE15DF">
        <w:t>,</w:t>
      </w:r>
      <w:r>
        <w:t xml:space="preserve"> on the object.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046863" w:rsidRDefault="00046863" w:rsidP="00046863">
      <w:pPr>
        <w:spacing w:after="180"/>
      </w:pPr>
      <w:r w:rsidRPr="00DD2CB9">
        <w:t xml:space="preserve">This </w:t>
      </w:r>
      <w:r>
        <w:t xml:space="preserve">demonstration gives you the opportunity to re-teach a challenging concept, and show your students how it builds up from simpler ideas, using a structured teacher-led discussion. </w:t>
      </w:r>
    </w:p>
    <w:p w:rsidR="00046863" w:rsidRDefault="00046863" w:rsidP="00046863">
      <w:pPr>
        <w:spacing w:after="180"/>
      </w:pPr>
      <w:r>
        <w:t>You should use carefully selected questions to check your students’ understanding of each step, before progressing onto the next one.</w:t>
      </w:r>
      <w:r w:rsidR="00454A92">
        <w:t xml:space="preserve"> </w:t>
      </w:r>
    </w:p>
    <w:p w:rsidR="00046863" w:rsidRDefault="00046863" w:rsidP="00046863">
      <w:pPr>
        <w:spacing w:after="180"/>
      </w:pPr>
      <w:r>
        <w:t>The</w:t>
      </w:r>
      <w:r w:rsidRPr="00001055">
        <w:t xml:space="preserve"> </w:t>
      </w:r>
      <w:r>
        <w:t xml:space="preserve">steps you follow in this demonstration </w:t>
      </w:r>
      <w:r w:rsidR="00846698">
        <w:t>are described in the demonstration notes.</w:t>
      </w:r>
    </w:p>
    <w:p w:rsidR="00046863" w:rsidRPr="00001055" w:rsidRDefault="00046863" w:rsidP="00046863">
      <w:pPr>
        <w:spacing w:after="180"/>
        <w:rPr>
          <w:i/>
        </w:rPr>
      </w:pPr>
      <w:r w:rsidRPr="00001055">
        <w:rPr>
          <w:i/>
        </w:rPr>
        <w:t>Differentiation</w:t>
      </w:r>
    </w:p>
    <w:p w:rsidR="00046863" w:rsidRDefault="00046863" w:rsidP="00046863">
      <w:pPr>
        <w:spacing w:after="180"/>
      </w:pPr>
      <w:r>
        <w:t>You could challenge different individuals by asking them follow-up questions to clarify or to extend their original answer.</w:t>
      </w:r>
      <w:r w:rsidR="00454A92">
        <w:t xml:space="preserve"> </w:t>
      </w:r>
      <w:r>
        <w:t xml:space="preserve">If a student is having difficulty with a particular question, it is often helpful to break it into smaller </w:t>
      </w:r>
      <w:r w:rsidRPr="009531B2">
        <w:rPr>
          <w:i/>
        </w:rPr>
        <w:t>chunks</w:t>
      </w:r>
      <w:r>
        <w:t>, to lead them to a fuller answer.</w:t>
      </w:r>
      <w:r w:rsidR="00454A92">
        <w:t xml:space="preserve"> </w:t>
      </w:r>
      <w:r>
        <w:t>This technique models more thorough answers, and can be used to support an open classroom culture in which students are encouraged to ‘have a go’.</w:t>
      </w:r>
    </w:p>
    <w:p w:rsidR="00046863"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 xml:space="preserve">the </w:t>
      </w:r>
      <w:r w:rsidR="00046863">
        <w:t>demonstration</w:t>
      </w:r>
      <w:r w:rsidRPr="005B1739">
        <w:t>:</w:t>
      </w:r>
    </w:p>
    <w:p w:rsidR="001D0511" w:rsidRDefault="00846698" w:rsidP="001D0511">
      <w:pPr>
        <w:pStyle w:val="ListParagraph"/>
        <w:numPr>
          <w:ilvl w:val="0"/>
          <w:numId w:val="1"/>
        </w:numPr>
        <w:spacing w:after="180"/>
      </w:pPr>
      <w:r>
        <w:t>Set of density blocks</w:t>
      </w:r>
    </w:p>
    <w:p w:rsidR="00846698" w:rsidRDefault="00846698" w:rsidP="00846698">
      <w:pPr>
        <w:pStyle w:val="ListParagraph"/>
        <w:numPr>
          <w:ilvl w:val="0"/>
          <w:numId w:val="1"/>
        </w:numPr>
        <w:spacing w:after="180"/>
      </w:pPr>
      <w:r>
        <w:t>Glass trough filled with water</w:t>
      </w:r>
    </w:p>
    <w:p w:rsidR="00846698" w:rsidRPr="000947E2" w:rsidRDefault="00846698" w:rsidP="00846698">
      <w:pPr>
        <w:pStyle w:val="ListParagraph"/>
        <w:numPr>
          <w:ilvl w:val="0"/>
          <w:numId w:val="1"/>
        </w:numPr>
        <w:spacing w:after="180"/>
      </w:pPr>
      <w:r>
        <w:t>Balance – with capacity to measure the mass of the heaviest block</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846698" w:rsidP="00B26756">
      <w:pPr>
        <w:spacing w:after="180"/>
      </w:pPr>
      <w:r>
        <w:t>As a minimum a large and small wooden density block are needed, together with metal blocks, one which has a smaller mass than the large wooden block, and one with a bigger mass than the large wooden block.</w:t>
      </w:r>
    </w:p>
    <w:p w:rsidR="00846698" w:rsidRDefault="00846698" w:rsidP="00B26756">
      <w:pPr>
        <w:spacing w:after="180"/>
      </w:pPr>
      <w:r>
        <w:t>A glass trough is necessary so that students can observe each block clearly.</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846698" w:rsidP="00B26756">
      <w:pPr>
        <w:spacing w:after="180"/>
      </w:pPr>
      <w:r>
        <w:t>Water spillages may cause slipping.</w:t>
      </w:r>
    </w:p>
    <w:p w:rsidR="00846698" w:rsidRDefault="00846698" w:rsidP="00B26756">
      <w:pPr>
        <w:spacing w:after="180"/>
      </w:pPr>
      <w:r>
        <w:t>Dropping metal blocks into a glass trough may break it – they need to be lowered in gently. This is especially important if students are assisting. Consider placing a cushioning cloth on the bottom.</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97D57" w:rsidP="00B00348">
      <w:pPr>
        <w:spacing w:after="180"/>
      </w:pPr>
      <w:r>
        <w:t>Both metal blocks sink, and the wooden ones float.</w:t>
      </w:r>
    </w:p>
    <w:p w:rsidR="00F97D57" w:rsidRDefault="00F97D57" w:rsidP="00B00348">
      <w:pPr>
        <w:spacing w:after="180"/>
      </w:pPr>
      <w:r>
        <w:t>Density measures how heavy an object is for its size.</w:t>
      </w:r>
      <w:r w:rsidR="00454A92">
        <w:t xml:space="preserv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8D4234">
        <w:t>Peter Fairhurst (UYSEG).</w:t>
      </w:r>
    </w:p>
    <w:p w:rsidR="00CC78A5" w:rsidRDefault="00D278E8" w:rsidP="00E172C6">
      <w:pPr>
        <w:spacing w:after="180"/>
      </w:pPr>
      <w:r w:rsidRPr="0045323E">
        <w:t xml:space="preserve">Images: </w:t>
      </w:r>
      <w:r w:rsidR="008D4234">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D4234" w:rsidRPr="008D4234" w:rsidRDefault="008D4234" w:rsidP="00F97D57">
      <w:pPr>
        <w:pStyle w:val="EndNoteBibliography"/>
        <w:spacing w:after="100"/>
        <w:ind w:left="425" w:hanging="425"/>
      </w:pPr>
      <w:r>
        <w:fldChar w:fldCharType="begin"/>
      </w:r>
      <w:r>
        <w:instrText xml:space="preserve"> ADDIN EN.REFLIST </w:instrText>
      </w:r>
      <w:r>
        <w:fldChar w:fldCharType="separate"/>
      </w:r>
      <w:r w:rsidRPr="008D4234">
        <w:t xml:space="preserve">Allen, M. (2014). </w:t>
      </w:r>
      <w:r w:rsidRPr="008D4234">
        <w:rPr>
          <w:i/>
        </w:rPr>
        <w:t xml:space="preserve">Misconceptions in Primary Science, 2nd </w:t>
      </w:r>
      <w:r w:rsidRPr="008D4234">
        <w:t>edn</w:t>
      </w:r>
      <w:r w:rsidRPr="008D4234">
        <w:rPr>
          <w:i/>
        </w:rPr>
        <w:t xml:space="preserve"> </w:t>
      </w:r>
      <w:r w:rsidRPr="008D4234">
        <w:t>Berkshire, UK: Open University Press.</w:t>
      </w:r>
    </w:p>
    <w:p w:rsidR="008D4234" w:rsidRPr="008D4234" w:rsidRDefault="008D4234" w:rsidP="00F97D57">
      <w:pPr>
        <w:pStyle w:val="EndNoteBibliography"/>
        <w:spacing w:after="100"/>
        <w:ind w:left="425" w:hanging="425"/>
      </w:pPr>
      <w:r w:rsidRPr="008D4234">
        <w:t xml:space="preserve">Biddulph, F. and Osborne, R. (1984). Pupils' ideas about floating and sinking. </w:t>
      </w:r>
      <w:r w:rsidRPr="008D4234">
        <w:rPr>
          <w:i/>
        </w:rPr>
        <w:t>Australian Science Education Research Association Conference.</w:t>
      </w:r>
      <w:r w:rsidRPr="008D4234">
        <w:t xml:space="preserve"> Melbourne.</w:t>
      </w:r>
    </w:p>
    <w:p w:rsidR="008D4234" w:rsidRPr="008D4234" w:rsidRDefault="008D4234" w:rsidP="00F97D57">
      <w:pPr>
        <w:pStyle w:val="EndNoteBibliography"/>
        <w:spacing w:after="100"/>
        <w:ind w:left="425" w:hanging="425"/>
      </w:pPr>
      <w:r w:rsidRPr="008D4234">
        <w:t xml:space="preserve">Paik, S.-H., et al. (2017). Developing a Four-level Learning Progression and Assessment for the Concept of Buoyancy. </w:t>
      </w:r>
      <w:r w:rsidRPr="008D4234">
        <w:rPr>
          <w:i/>
        </w:rPr>
        <w:t>Eurasia journal of mathematics, science and technology education,</w:t>
      </w:r>
      <w:r w:rsidRPr="008D4234">
        <w:t xml:space="preserve"> 13(8)</w:t>
      </w:r>
      <w:r w:rsidRPr="008D4234">
        <w:rPr>
          <w:b/>
        </w:rPr>
        <w:t>,</w:t>
      </w:r>
      <w:r w:rsidRPr="008D4234">
        <w:t xml:space="preserve"> 4965-4986.</w:t>
      </w:r>
    </w:p>
    <w:p w:rsidR="00B37A2E" w:rsidRPr="00B37A2E" w:rsidRDefault="008D4234" w:rsidP="00F97D57">
      <w:pPr>
        <w:pStyle w:val="EndNoteBibliography"/>
        <w:spacing w:after="100"/>
        <w:ind w:left="425" w:hanging="425"/>
      </w:pPr>
      <w:r w:rsidRPr="008D4234">
        <w:t xml:space="preserve">Unal, S. and Costu, B. (2005). Problematic issue for students: Does it sink or float? </w:t>
      </w:r>
      <w:r w:rsidRPr="008D4234">
        <w:rPr>
          <w:i/>
        </w:rPr>
        <w:t>Asia-Pacific Forum on Science Learning and Teaching,</w:t>
      </w:r>
      <w:r w:rsidRPr="008D4234">
        <w:t xml:space="preserve"> 6(1)</w:t>
      </w:r>
      <w:r w:rsidRPr="008D4234">
        <w:rPr>
          <w:b/>
        </w:rPr>
        <w:t>,</w:t>
      </w:r>
      <w:r w:rsidRPr="008D4234">
        <w:t xml:space="preserve"> Article 3.</w:t>
      </w:r>
      <w:r w:rsidR="00F97D57">
        <w:t xml:space="preserve"> </w:t>
      </w:r>
      <w:r>
        <w:fldChar w:fldCharType="end"/>
      </w:r>
    </w:p>
    <w:sectPr w:rsidR="00B37A2E" w:rsidRPr="00B37A2E"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172" w:rsidRDefault="00467172" w:rsidP="000B473B">
      <w:r>
        <w:separator/>
      </w:r>
    </w:p>
  </w:endnote>
  <w:endnote w:type="continuationSeparator" w:id="0">
    <w:p w:rsidR="00467172" w:rsidRDefault="0046717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86239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E15D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172" w:rsidRDefault="00467172" w:rsidP="000B473B">
      <w:r>
        <w:separator/>
      </w:r>
    </w:p>
  </w:footnote>
  <w:footnote w:type="continuationSeparator" w:id="0">
    <w:p w:rsidR="00467172" w:rsidRDefault="0046717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046863">
    <w:pPr>
      <w:pStyle w:val="Header"/>
      <w:ind w:left="4654" w:firstLine="182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5701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046863">
      <w:rPr>
        <w:b/>
        <w:sz w:val="24"/>
        <w:szCs w:val="24"/>
      </w:rPr>
      <w:t>DEMONSTRATION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A53ED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909E9236"/>
    <w:lvl w:ilvl="0" w:tplc="E4D8C69A">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67172"/>
    <w:rsid w:val="00015578"/>
    <w:rsid w:val="00024731"/>
    <w:rsid w:val="00026DEC"/>
    <w:rsid w:val="00046863"/>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31246"/>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28E0"/>
    <w:rsid w:val="003752BE"/>
    <w:rsid w:val="003A346A"/>
    <w:rsid w:val="003B2917"/>
    <w:rsid w:val="003B541B"/>
    <w:rsid w:val="003E2B2F"/>
    <w:rsid w:val="003E6046"/>
    <w:rsid w:val="003F16F9"/>
    <w:rsid w:val="00430C1F"/>
    <w:rsid w:val="00442595"/>
    <w:rsid w:val="0045323E"/>
    <w:rsid w:val="00454A92"/>
    <w:rsid w:val="00467172"/>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50D79"/>
    <w:rsid w:val="006772F5"/>
    <w:rsid w:val="006A4440"/>
    <w:rsid w:val="006B0615"/>
    <w:rsid w:val="006D166B"/>
    <w:rsid w:val="006F3279"/>
    <w:rsid w:val="00704AEE"/>
    <w:rsid w:val="00722F9A"/>
    <w:rsid w:val="00754539"/>
    <w:rsid w:val="00755E81"/>
    <w:rsid w:val="00774BF5"/>
    <w:rsid w:val="00781BC6"/>
    <w:rsid w:val="007A3C86"/>
    <w:rsid w:val="007A683E"/>
    <w:rsid w:val="007A748B"/>
    <w:rsid w:val="007C73B8"/>
    <w:rsid w:val="007D1D65"/>
    <w:rsid w:val="007E0A9E"/>
    <w:rsid w:val="007E5309"/>
    <w:rsid w:val="00800DE1"/>
    <w:rsid w:val="00813F47"/>
    <w:rsid w:val="008450D6"/>
    <w:rsid w:val="00846698"/>
    <w:rsid w:val="00856FCA"/>
    <w:rsid w:val="00873B8C"/>
    <w:rsid w:val="00880E3B"/>
    <w:rsid w:val="008A405F"/>
    <w:rsid w:val="008B4E8D"/>
    <w:rsid w:val="008C7F34"/>
    <w:rsid w:val="008D42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E15DF"/>
    <w:rsid w:val="00BF0BBF"/>
    <w:rsid w:val="00BF6C8A"/>
    <w:rsid w:val="00C05571"/>
    <w:rsid w:val="00C1190E"/>
    <w:rsid w:val="00C246CE"/>
    <w:rsid w:val="00C57FA2"/>
    <w:rsid w:val="00CC1BE8"/>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9330A"/>
    <w:rsid w:val="00EA3060"/>
    <w:rsid w:val="00EE6B97"/>
    <w:rsid w:val="00F12C3B"/>
    <w:rsid w:val="00F26884"/>
    <w:rsid w:val="00F72ECC"/>
    <w:rsid w:val="00F8355F"/>
    <w:rsid w:val="00F97D57"/>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7D659E"/>
  <w15:docId w15:val="{9D967CD6-A52C-4874-A607-0A706D287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D423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D4234"/>
    <w:rPr>
      <w:rFonts w:ascii="Calibri" w:hAnsi="Calibri" w:cs="Calibri"/>
      <w:noProof/>
      <w:lang w:val="en-US"/>
    </w:rPr>
  </w:style>
  <w:style w:type="paragraph" w:customStyle="1" w:styleId="EndNoteBibliography">
    <w:name w:val="EndNote Bibliography"/>
    <w:basedOn w:val="Normal"/>
    <w:link w:val="EndNoteBibliographyChar"/>
    <w:rsid w:val="008D4234"/>
    <w:rPr>
      <w:rFonts w:ascii="Calibri" w:hAnsi="Calibri" w:cs="Calibri"/>
      <w:noProof/>
      <w:lang w:val="en-US"/>
    </w:rPr>
  </w:style>
  <w:style w:type="character" w:customStyle="1" w:styleId="EndNoteBibliographyChar">
    <w:name w:val="EndNote Bibliography Char"/>
    <w:basedOn w:val="DefaultParagraphFont"/>
    <w:link w:val="EndNoteBibliography"/>
    <w:rsid w:val="008D423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Clarifying%20demonstr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.template_physics_response_Clarifying demonstration.dotx</Template>
  <TotalTime>35</TotalTime>
  <Pages>3</Pages>
  <Words>1420</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2019-10-24T13:21:00Z</dcterms:created>
  <dcterms:modified xsi:type="dcterms:W3CDTF">2019-10-31T14:33:00Z</dcterms:modified>
</cp:coreProperties>
</file>